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E7406" w14:textId="77777777" w:rsidR="00980FAA" w:rsidRDefault="00980FAA"/>
    <w:p w14:paraId="5E25D4E2" w14:textId="77777777" w:rsidR="00980FAA" w:rsidRDefault="00980FAA"/>
    <w:p w14:paraId="6C64BF9C" w14:textId="77777777" w:rsidR="00980FAA" w:rsidRDefault="00980FAA"/>
    <w:p w14:paraId="7017B7E2" w14:textId="77777777" w:rsidR="00980FAA" w:rsidRDefault="00980FAA"/>
    <w:p w14:paraId="58F64ED0" w14:textId="77777777" w:rsidR="00980FAA" w:rsidRDefault="00980FAA"/>
    <w:p w14:paraId="7C3A692F" w14:textId="77777777" w:rsidR="00980FAA" w:rsidRDefault="00980FAA" w:rsidP="00C35ADC">
      <w:pPr>
        <w:jc w:val="right"/>
      </w:pPr>
    </w:p>
    <w:p w14:paraId="67E2384B" w14:textId="77777777" w:rsidR="00980FAA" w:rsidRDefault="00980FAA"/>
    <w:p w14:paraId="6C9677C6" w14:textId="77777777" w:rsidR="00980FAA" w:rsidRDefault="00980FAA"/>
    <w:p w14:paraId="637DE1A9" w14:textId="77777777" w:rsidR="00980FAA" w:rsidRDefault="00980FAA"/>
    <w:p w14:paraId="6F46FE9D" w14:textId="77777777" w:rsidR="00980FAA" w:rsidRDefault="00980FAA"/>
    <w:p w14:paraId="11A2AE4C" w14:textId="77777777" w:rsidR="00980FAA" w:rsidRDefault="00980FAA"/>
    <w:p w14:paraId="29054465" w14:textId="77777777" w:rsidR="00980FAA" w:rsidRDefault="00980FAA"/>
    <w:tbl>
      <w:tblPr>
        <w:tblpPr w:leftFromText="187" w:rightFromText="187" w:vertAnchor="page" w:horzAnchor="margin" w:tblpY="7781"/>
        <w:tblW w:w="3306" w:type="pct"/>
        <w:tblBorders>
          <w:left w:val="single" w:sz="12" w:space="0" w:color="5B9BD5" w:themeColor="accent1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6170"/>
      </w:tblGrid>
      <w:tr w:rsidR="00950770" w14:paraId="6E6955D4" w14:textId="77777777" w:rsidTr="00CA17B5">
        <w:trPr>
          <w:trHeight w:val="574"/>
        </w:trPr>
        <w:tc>
          <w:tcPr>
            <w:tcW w:w="6170" w:type="dxa"/>
          </w:tcPr>
          <w:p w14:paraId="4A1DA5AA" w14:textId="77777777" w:rsidR="00950770" w:rsidRDefault="006D16AB" w:rsidP="001E4737">
            <w:pPr>
              <w:pStyle w:val="Bezmezer"/>
              <w:spacing w:line="216" w:lineRule="auto"/>
              <w:rPr>
                <w:rFonts w:asciiTheme="majorHAnsi" w:eastAsiaTheme="majorEastAsia" w:hAnsiTheme="majorHAnsi" w:cstheme="majorBidi"/>
                <w:color w:val="5B9BD5" w:themeColor="accent1"/>
                <w:sz w:val="88"/>
                <w:szCs w:val="88"/>
              </w:rPr>
            </w:pPr>
            <w:sdt>
              <w:sdtPr>
                <w:rPr>
                  <w:rFonts w:ascii="Arial" w:eastAsia="Arial Unicode MS" w:hAnsi="Arial" w:cs="Arial"/>
                  <w:b/>
                  <w:sz w:val="34"/>
                  <w:szCs w:val="34"/>
                </w:rPr>
                <w:alias w:val="Název"/>
                <w:id w:val="13406919"/>
                <w:placeholder>
                  <w:docPart w:val="A95F2C64CE144BA0BF2D846CF1F0C98A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r w:rsidR="00CA17B5">
                  <w:rPr>
                    <w:rFonts w:ascii="Arial" w:eastAsia="Arial Unicode MS" w:hAnsi="Arial" w:cs="Arial"/>
                    <w:b/>
                    <w:sz w:val="34"/>
                    <w:szCs w:val="34"/>
                  </w:rPr>
                  <w:t>Národní koncepce realizace politiky soudržnosti v ČR po roce 2020 -</w:t>
                </w:r>
              </w:sdtContent>
            </w:sdt>
          </w:p>
        </w:tc>
      </w:tr>
      <w:tr w:rsidR="00950770" w14:paraId="7C8A80DA" w14:textId="77777777" w:rsidTr="00CA17B5">
        <w:trPr>
          <w:trHeight w:val="796"/>
        </w:trPr>
        <w:tc>
          <w:tcPr>
            <w:tcW w:w="617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5A0E9582" w14:textId="77777777" w:rsidR="00950770" w:rsidRDefault="006D16AB" w:rsidP="00CA17B5">
            <w:pPr>
              <w:pStyle w:val="Bezmezer"/>
              <w:rPr>
                <w:color w:val="2E74B5" w:themeColor="accent1" w:themeShade="BF"/>
                <w:sz w:val="24"/>
              </w:rPr>
            </w:pPr>
            <w:sdt>
              <w:sdtPr>
                <w:rPr>
                  <w:rFonts w:ascii="Arial" w:eastAsia="Arial Unicode MS" w:hAnsi="Arial" w:cs="Arial"/>
                  <w:b/>
                  <w:sz w:val="42"/>
                  <w:szCs w:val="42"/>
                </w:rPr>
                <w:alias w:val="Podtitul"/>
                <w:id w:val="13406923"/>
                <w:placeholder>
                  <w:docPart w:val="C5BEAF161C804C2F9DE7C3FFBDE06A4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r w:rsidR="00CA17B5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 xml:space="preserve">Příloha č. 3                                      </w:t>
                </w:r>
                <w:r w:rsidR="00CA17B5" w:rsidRPr="00CA17B5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>Vazba specifických cílů NKR k průřezovým tématům</w:t>
                </w:r>
              </w:sdtContent>
            </w:sdt>
          </w:p>
        </w:tc>
      </w:tr>
    </w:tbl>
    <w:p w14:paraId="687E2939" w14:textId="77777777" w:rsidR="00980FAA" w:rsidRDefault="00980FAA"/>
    <w:p w14:paraId="4B005DA0" w14:textId="77777777" w:rsidR="00950770" w:rsidRDefault="00950770"/>
    <w:p w14:paraId="6814AEDF" w14:textId="77777777" w:rsidR="00950770" w:rsidRDefault="00950770"/>
    <w:p w14:paraId="7C85827D" w14:textId="77777777" w:rsidR="00980FAA" w:rsidRDefault="00980FAA"/>
    <w:p w14:paraId="28EC01AD" w14:textId="77777777" w:rsidR="00980FAA" w:rsidRDefault="00980FAA"/>
    <w:p w14:paraId="010924E4" w14:textId="77777777" w:rsidR="00980FAA" w:rsidRDefault="00980FAA"/>
    <w:p w14:paraId="56D8E68A" w14:textId="77777777" w:rsidR="00980FAA" w:rsidRDefault="00980FAA"/>
    <w:p w14:paraId="5A112050" w14:textId="77777777" w:rsidR="00980FAA" w:rsidRDefault="00980FAA"/>
    <w:p w14:paraId="5E117CBF" w14:textId="77777777" w:rsidR="00980FAA" w:rsidRDefault="00980FAA"/>
    <w:p w14:paraId="5FEB8380" w14:textId="77777777" w:rsidR="00980FAA" w:rsidRDefault="00980FAA"/>
    <w:p w14:paraId="6920B6B7" w14:textId="77777777" w:rsidR="00980FAA" w:rsidRDefault="00980FAA"/>
    <w:p w14:paraId="270E75EE" w14:textId="77777777" w:rsidR="00980FAA" w:rsidRDefault="00980FAA"/>
    <w:p w14:paraId="70CEF111" w14:textId="77777777" w:rsidR="00980FAA" w:rsidRDefault="00980FAA"/>
    <w:p w14:paraId="4E030F90" w14:textId="77777777" w:rsidR="00980FAA" w:rsidRDefault="00980FAA"/>
    <w:p w14:paraId="6678E0DA" w14:textId="77777777" w:rsidR="00980FAA" w:rsidRDefault="00980FAA"/>
    <w:p w14:paraId="4656E75B" w14:textId="77777777" w:rsidR="00980FAA" w:rsidRDefault="00980FAA"/>
    <w:p w14:paraId="579B5B23" w14:textId="77777777" w:rsidR="00C35ADC" w:rsidRDefault="00C35ADC">
      <w:pPr>
        <w:sectPr w:rsidR="00C35AD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042A79" w14:textId="77777777" w:rsidR="00A3056B" w:rsidRPr="009F6038" w:rsidRDefault="00A3056B" w:rsidP="00EB4688">
      <w:pPr>
        <w:rPr>
          <w:rFonts w:ascii="Arial" w:hAnsi="Arial" w:cs="Arial"/>
          <w:b/>
          <w:sz w:val="32"/>
          <w:szCs w:val="32"/>
        </w:rPr>
      </w:pPr>
      <w:r w:rsidRPr="009F6038">
        <w:rPr>
          <w:rFonts w:ascii="Arial" w:hAnsi="Arial" w:cs="Arial"/>
          <w:b/>
          <w:sz w:val="32"/>
          <w:szCs w:val="32"/>
        </w:rPr>
        <w:lastRenderedPageBreak/>
        <w:t xml:space="preserve">Vazba specifických cílů NKR k průřezovým tématům </w:t>
      </w:r>
    </w:p>
    <w:p w14:paraId="552896D2" w14:textId="03BE40DB" w:rsidR="003008D1" w:rsidRDefault="003008D1" w:rsidP="005D4A4C">
      <w:pPr>
        <w:rPr>
          <w:rFonts w:ascii="Arial" w:hAnsi="Arial" w:cs="Arial"/>
        </w:rPr>
      </w:pPr>
      <w:r w:rsidRPr="009F6038">
        <w:rPr>
          <w:rFonts w:ascii="Arial" w:hAnsi="Arial" w:cs="Arial"/>
        </w:rPr>
        <w:t xml:space="preserve">V rámci vyhodnocení vazby jednotlivých SC NKR ve vztahu k průřezovým tématům Společnost 4.0, Přizpůsobení se změně klimatu, Územní dimenze v rámci příslušné kapitoly NKR byla zpracována přehledná tabulka </w:t>
      </w:r>
      <w:r>
        <w:rPr>
          <w:rFonts w:ascii="Arial" w:hAnsi="Arial" w:cs="Arial"/>
        </w:rPr>
        <w:t xml:space="preserve">se seznamem SC NKR, které mají identifikovanou vysokou, střední nebo nízkou </w:t>
      </w:r>
      <w:r w:rsidR="003E02E8">
        <w:rPr>
          <w:rFonts w:ascii="Arial" w:hAnsi="Arial" w:cs="Arial"/>
        </w:rPr>
        <w:t>relevanci</w:t>
      </w:r>
      <w:r>
        <w:rPr>
          <w:rFonts w:ascii="Arial" w:hAnsi="Arial" w:cs="Arial"/>
        </w:rPr>
        <w:t xml:space="preserve"> ve vztahu k jednotlivým průřezovým tématům.</w:t>
      </w:r>
      <w:r w:rsidR="00A32044">
        <w:rPr>
          <w:rFonts w:ascii="Arial" w:hAnsi="Arial" w:cs="Arial"/>
        </w:rPr>
        <w:t xml:space="preserve"> U ostatních SC nebyla identifikována žádná nebo velmi slabá relevance.</w:t>
      </w:r>
    </w:p>
    <w:p w14:paraId="112ED719" w14:textId="13FFDC38" w:rsidR="003008D1" w:rsidRPr="009F6038" w:rsidRDefault="003008D1" w:rsidP="003008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Pokud více různých oblastí úzce souvisí s daným průřezovým tématem (Společnost 4.0, Klima, Územní dimenze) a zároveň mají všechny vysokou </w:t>
      </w:r>
      <w:r w:rsidR="003E02E8">
        <w:rPr>
          <w:rFonts w:ascii="Arial" w:hAnsi="Arial" w:cs="Arial"/>
        </w:rPr>
        <w:t>relevanci</w:t>
      </w:r>
      <w:r>
        <w:rPr>
          <w:rFonts w:ascii="Arial" w:hAnsi="Arial" w:cs="Arial"/>
        </w:rPr>
        <w:t>, je nutná koordinace a spolupráce mezi jednotlivými resorty a jejich věcnými sekcemi, případně územními partnery. Je žádoucí vytvořit synergie k posílení výsledného efektu, tam kde je to možné a naopak zamezit nechtěným negativních efektů při působení jedné oblasti na druhou.</w:t>
      </w:r>
    </w:p>
    <w:tbl>
      <w:tblPr>
        <w:tblStyle w:val="Mkatabulky"/>
        <w:tblW w:w="0" w:type="auto"/>
        <w:tblInd w:w="113" w:type="dxa"/>
        <w:tblLook w:val="04A0" w:firstRow="1" w:lastRow="0" w:firstColumn="1" w:lastColumn="0" w:noHBand="0" w:noVBand="1"/>
      </w:tblPr>
      <w:tblGrid>
        <w:gridCol w:w="2265"/>
        <w:gridCol w:w="6797"/>
      </w:tblGrid>
      <w:tr w:rsidR="00A3056B" w14:paraId="272A0073" w14:textId="77777777" w:rsidTr="00C41229">
        <w:tc>
          <w:tcPr>
            <w:tcW w:w="9062" w:type="dxa"/>
            <w:gridSpan w:val="2"/>
            <w:shd w:val="clear" w:color="auto" w:fill="BDD6EE" w:themeFill="accent1" w:themeFillTint="66"/>
          </w:tcPr>
          <w:p w14:paraId="4DD60927" w14:textId="77777777" w:rsidR="00A3056B" w:rsidRPr="00F34722" w:rsidRDefault="00A3056B" w:rsidP="00EB4688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Vazba SC NKR a průřezových témat</w:t>
            </w:r>
          </w:p>
        </w:tc>
      </w:tr>
      <w:tr w:rsidR="00A3056B" w14:paraId="5062C5D3" w14:textId="77777777" w:rsidTr="00C41229">
        <w:tc>
          <w:tcPr>
            <w:tcW w:w="9062" w:type="dxa"/>
            <w:gridSpan w:val="2"/>
            <w:shd w:val="clear" w:color="auto" w:fill="DBDBDB" w:themeFill="accent3" w:themeFillTint="66"/>
          </w:tcPr>
          <w:p w14:paraId="1160091B" w14:textId="77777777" w:rsidR="00A3056B" w:rsidRDefault="00A3056B" w:rsidP="00F34722">
            <w:pPr>
              <w:rPr>
                <w:rFonts w:ascii="Arial" w:hAnsi="Arial" w:cs="Arial"/>
                <w:b/>
              </w:rPr>
            </w:pPr>
          </w:p>
          <w:p w14:paraId="2C4A15AB" w14:textId="77777777" w:rsidR="00A3056B" w:rsidRDefault="00A3056B" w:rsidP="00EB4688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Společnost 4.0</w:t>
            </w:r>
          </w:p>
          <w:p w14:paraId="312E1830" w14:textId="77777777" w:rsidR="00A3056B" w:rsidRPr="00F34722" w:rsidRDefault="00A3056B" w:rsidP="00EB468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3056B" w14:paraId="17DE5AE8" w14:textId="77777777" w:rsidTr="00C41229">
        <w:tc>
          <w:tcPr>
            <w:tcW w:w="9062" w:type="dxa"/>
            <w:gridSpan w:val="2"/>
            <w:shd w:val="clear" w:color="auto" w:fill="ED7D31" w:themeFill="accent2"/>
          </w:tcPr>
          <w:p w14:paraId="784C0811" w14:textId="651E619E" w:rsidR="00A3056B" w:rsidRPr="00F34722" w:rsidRDefault="00A3056B" w:rsidP="003E02E8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 xml:space="preserve">Vysoká </w:t>
            </w:r>
            <w:r w:rsidR="003E02E8">
              <w:rPr>
                <w:rFonts w:ascii="Arial" w:hAnsi="Arial" w:cs="Arial"/>
                <w:b/>
              </w:rPr>
              <w:t>relevance</w:t>
            </w:r>
          </w:p>
        </w:tc>
      </w:tr>
      <w:tr w:rsidR="00A3056B" w14:paraId="1D502E72" w14:textId="77777777" w:rsidTr="00C41229">
        <w:tc>
          <w:tcPr>
            <w:tcW w:w="2265" w:type="dxa"/>
            <w:vMerge w:val="restart"/>
          </w:tcPr>
          <w:p w14:paraId="48522AF5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Podpora podnikání a průmyslu</w:t>
            </w:r>
          </w:p>
        </w:tc>
        <w:tc>
          <w:tcPr>
            <w:tcW w:w="6797" w:type="dxa"/>
          </w:tcPr>
          <w:p w14:paraId="1346C715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>SC Zavedení principů digitální ekonomiky a průmyslu 4.0 ve firmách</w:t>
            </w:r>
          </w:p>
        </w:tc>
      </w:tr>
      <w:tr w:rsidR="00A3056B" w14:paraId="5257441C" w14:textId="77777777" w:rsidTr="00C41229">
        <w:tc>
          <w:tcPr>
            <w:tcW w:w="2265" w:type="dxa"/>
            <w:vMerge/>
          </w:tcPr>
          <w:p w14:paraId="28129FA3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6D82E9FB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>SC Zvýšení přidané hodnoty výrobků a služeb podniků v produkčním řetězci</w:t>
            </w:r>
          </w:p>
        </w:tc>
      </w:tr>
      <w:tr w:rsidR="00A3056B" w14:paraId="21BFE821" w14:textId="77777777" w:rsidTr="00C41229">
        <w:tc>
          <w:tcPr>
            <w:tcW w:w="2265" w:type="dxa"/>
            <w:vMerge w:val="restart"/>
          </w:tcPr>
          <w:p w14:paraId="78DCBECF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Trh práce a zaměstnanost</w:t>
            </w:r>
          </w:p>
        </w:tc>
        <w:tc>
          <w:tcPr>
            <w:tcW w:w="6797" w:type="dxa"/>
          </w:tcPr>
          <w:p w14:paraId="479106D5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 xml:space="preserve">SC Fungující systém dalšího profesního vzdělávání </w:t>
            </w:r>
            <w:r w:rsidRPr="00F34722">
              <w:rPr>
                <w:rFonts w:ascii="Arial" w:hAnsi="Arial" w:cs="Arial"/>
                <w:bCs/>
              </w:rPr>
              <w:t>(zlepšení forem výuky – e Learning)</w:t>
            </w:r>
          </w:p>
        </w:tc>
      </w:tr>
      <w:tr w:rsidR="00A3056B" w14:paraId="23FA5DB0" w14:textId="77777777" w:rsidTr="00C41229">
        <w:tc>
          <w:tcPr>
            <w:tcW w:w="2265" w:type="dxa"/>
            <w:vMerge/>
          </w:tcPr>
          <w:p w14:paraId="5A391028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5A2DA406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>SC Podpora a využití pracovní mobility</w:t>
            </w:r>
            <w:r w:rsidRPr="00F34722">
              <w:rPr>
                <w:rFonts w:ascii="Arial" w:hAnsi="Arial" w:cs="Arial"/>
              </w:rPr>
              <w:t xml:space="preserve"> </w:t>
            </w:r>
            <w:r w:rsidRPr="00F34722">
              <w:rPr>
                <w:rFonts w:ascii="Arial" w:hAnsi="Arial" w:cs="Arial"/>
                <w:bCs/>
              </w:rPr>
              <w:t>(vytváření zázemí pro homeworking)</w:t>
            </w:r>
          </w:p>
        </w:tc>
      </w:tr>
      <w:tr w:rsidR="00A3056B" w14:paraId="414831DB" w14:textId="77777777" w:rsidTr="00C41229">
        <w:tc>
          <w:tcPr>
            <w:tcW w:w="2265" w:type="dxa"/>
            <w:vMerge w:val="restart"/>
          </w:tcPr>
          <w:p w14:paraId="56E8E4CE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Vzdělávání</w:t>
            </w:r>
          </w:p>
        </w:tc>
        <w:tc>
          <w:tcPr>
            <w:tcW w:w="6797" w:type="dxa"/>
          </w:tcPr>
          <w:p w14:paraId="3F9E91B2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>SC Zlepšení výsledků vzdělávacího systému s ohledem na moderní kompetence a potřeby trhu práce, mimo jiné s ohledem na digitalizaci průmyslu a společnosti</w:t>
            </w:r>
          </w:p>
        </w:tc>
      </w:tr>
      <w:tr w:rsidR="00A3056B" w14:paraId="3B9720A9" w14:textId="77777777" w:rsidTr="00C41229">
        <w:tc>
          <w:tcPr>
            <w:tcW w:w="2265" w:type="dxa"/>
            <w:vMerge/>
          </w:tcPr>
          <w:p w14:paraId="09AD7062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5DBD2090" w14:textId="48F35020" w:rsidR="00A3056B" w:rsidRPr="00F34722" w:rsidRDefault="5B8AEA49" w:rsidP="5B8AEA49">
            <w:pPr>
              <w:rPr>
                <w:rFonts w:ascii="Arial" w:hAnsi="Arial" w:cs="Arial"/>
                <w:b/>
                <w:bCs/>
              </w:rPr>
            </w:pPr>
            <w:r w:rsidRPr="5B8AEA49">
              <w:rPr>
                <w:rFonts w:ascii="Arial" w:hAnsi="Arial" w:cs="Arial"/>
                <w:i/>
                <w:iCs/>
              </w:rPr>
              <w:t xml:space="preserve">SC Zvýšení kompetencí a kvality pracovníků ve vzdělávání </w:t>
            </w:r>
            <w:r w:rsidRPr="5B8AEA49">
              <w:rPr>
                <w:rFonts w:ascii="Arial" w:hAnsi="Arial" w:cs="Arial"/>
              </w:rPr>
              <w:t>(moderní metody vzdělávání)</w:t>
            </w:r>
          </w:p>
        </w:tc>
      </w:tr>
      <w:tr w:rsidR="00A3056B" w14:paraId="5CEA9F7D" w14:textId="77777777" w:rsidTr="00C41229">
        <w:tc>
          <w:tcPr>
            <w:tcW w:w="9062" w:type="dxa"/>
            <w:gridSpan w:val="2"/>
            <w:shd w:val="clear" w:color="auto" w:fill="F7CAAC" w:themeFill="accent2" w:themeFillTint="66"/>
          </w:tcPr>
          <w:p w14:paraId="2FCCBFE6" w14:textId="573D218A" w:rsidR="00A3056B" w:rsidRPr="00F34722" w:rsidRDefault="00A3056B" w:rsidP="003E02E8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 xml:space="preserve">Střední </w:t>
            </w:r>
            <w:r w:rsidR="003E02E8">
              <w:rPr>
                <w:rFonts w:ascii="Arial" w:hAnsi="Arial" w:cs="Arial"/>
                <w:b/>
              </w:rPr>
              <w:t>relevance</w:t>
            </w:r>
          </w:p>
        </w:tc>
      </w:tr>
      <w:tr w:rsidR="00A3056B" w14:paraId="56C54100" w14:textId="77777777" w:rsidTr="00C41229">
        <w:tc>
          <w:tcPr>
            <w:tcW w:w="2265" w:type="dxa"/>
            <w:vMerge w:val="restart"/>
          </w:tcPr>
          <w:p w14:paraId="2FF55C72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  <w:iCs/>
              </w:rPr>
              <w:t>Výzkumný a inovační systém</w:t>
            </w:r>
          </w:p>
        </w:tc>
        <w:tc>
          <w:tcPr>
            <w:tcW w:w="6797" w:type="dxa"/>
          </w:tcPr>
          <w:p w14:paraId="72E859AD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>SC Rozvoj zázemí pro kvalitní a relevantní výzkum</w:t>
            </w:r>
          </w:p>
        </w:tc>
      </w:tr>
      <w:tr w:rsidR="00A3056B" w14:paraId="7072B4E7" w14:textId="77777777" w:rsidTr="00C41229">
        <w:tc>
          <w:tcPr>
            <w:tcW w:w="2265" w:type="dxa"/>
            <w:vMerge/>
          </w:tcPr>
          <w:p w14:paraId="685B8047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6797" w:type="dxa"/>
          </w:tcPr>
          <w:p w14:paraId="1955177C" w14:textId="77777777" w:rsidR="00A3056B" w:rsidRPr="00F34722" w:rsidRDefault="00A3056B" w:rsidP="00EB4688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Podpora inovace prostřednictvím aplikovaného výzkumu a experimentálního vývoje</w:t>
            </w:r>
          </w:p>
        </w:tc>
      </w:tr>
      <w:tr w:rsidR="00A3056B" w14:paraId="24CB8C14" w14:textId="77777777" w:rsidTr="00C41229">
        <w:tc>
          <w:tcPr>
            <w:tcW w:w="2265" w:type="dxa"/>
          </w:tcPr>
          <w:p w14:paraId="7B92FF58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  <w:iCs/>
              </w:rPr>
            </w:pPr>
            <w:r w:rsidRPr="00F34722">
              <w:rPr>
                <w:rFonts w:ascii="Arial" w:hAnsi="Arial" w:cs="Arial"/>
                <w:b/>
                <w:iCs/>
              </w:rPr>
              <w:t>Doprava</w:t>
            </w:r>
          </w:p>
        </w:tc>
        <w:tc>
          <w:tcPr>
            <w:tcW w:w="6797" w:type="dxa"/>
          </w:tcPr>
          <w:p w14:paraId="515AD5DE" w14:textId="77777777" w:rsidR="00A3056B" w:rsidRPr="00F34722" w:rsidRDefault="00A3056B" w:rsidP="00EB4688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 xml:space="preserve">SC Zavedení moderních technologií pro organizaci dopravy a snížení dopravní zátěže </w:t>
            </w:r>
            <w:r w:rsidRPr="00F34722">
              <w:rPr>
                <w:rFonts w:ascii="Arial" w:hAnsi="Arial" w:cs="Arial"/>
              </w:rPr>
              <w:t>(</w:t>
            </w:r>
            <w:r w:rsidRPr="00F34722">
              <w:rPr>
                <w:rFonts w:ascii="Arial" w:hAnsi="Arial" w:cs="Arial"/>
                <w:bCs/>
              </w:rPr>
              <w:t>optimalizace provozu, bezpečnost)</w:t>
            </w:r>
          </w:p>
        </w:tc>
      </w:tr>
      <w:tr w:rsidR="00A3056B" w14:paraId="23DC031C" w14:textId="77777777" w:rsidTr="00C41229">
        <w:tc>
          <w:tcPr>
            <w:tcW w:w="2265" w:type="dxa"/>
            <w:vMerge w:val="restart"/>
          </w:tcPr>
          <w:p w14:paraId="2FC99A5B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  <w:iCs/>
              </w:rPr>
            </w:pPr>
            <w:r w:rsidRPr="00F34722">
              <w:rPr>
                <w:rFonts w:ascii="Arial" w:hAnsi="Arial" w:cs="Arial"/>
                <w:b/>
                <w:iCs/>
              </w:rPr>
              <w:t>Veřejná správa</w:t>
            </w:r>
            <w:r>
              <w:rPr>
                <w:rFonts w:ascii="Arial" w:hAnsi="Arial" w:cs="Arial"/>
                <w:b/>
                <w:iCs/>
              </w:rPr>
              <w:t xml:space="preserve"> a bezpečnost</w:t>
            </w:r>
          </w:p>
        </w:tc>
        <w:tc>
          <w:tcPr>
            <w:tcW w:w="6797" w:type="dxa"/>
          </w:tcPr>
          <w:p w14:paraId="64336CA6" w14:textId="77777777" w:rsidR="00A3056B" w:rsidRPr="00F34722" w:rsidRDefault="00A3056B" w:rsidP="00EB4688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Účinné zabezpečení informačních a komunikačních systémů veřejné správy včetně složek IZS a adekvátní reakce na rostoucí kybernetické hrozby</w:t>
            </w:r>
          </w:p>
        </w:tc>
      </w:tr>
      <w:tr w:rsidR="00A3056B" w14:paraId="38D72567" w14:textId="77777777" w:rsidTr="00C41229">
        <w:tc>
          <w:tcPr>
            <w:tcW w:w="2265" w:type="dxa"/>
            <w:vMerge/>
          </w:tcPr>
          <w:p w14:paraId="4A7004BD" w14:textId="77777777" w:rsidR="00A3056B" w:rsidRPr="00F34722" w:rsidRDefault="00A3056B" w:rsidP="00EB4688">
            <w:pPr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6797" w:type="dxa"/>
          </w:tcPr>
          <w:p w14:paraId="4672B002" w14:textId="77777777" w:rsidR="00A3056B" w:rsidRPr="00F34722" w:rsidRDefault="00A3056B" w:rsidP="00EB4688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Elektronizace výkonu veřejné správy a zavedení související infrastruktury</w:t>
            </w:r>
          </w:p>
        </w:tc>
      </w:tr>
      <w:tr w:rsidR="00A3056B" w14:paraId="6E8AFC94" w14:textId="77777777" w:rsidTr="00C41229">
        <w:tc>
          <w:tcPr>
            <w:tcW w:w="2265" w:type="dxa"/>
            <w:vMerge/>
          </w:tcPr>
          <w:p w14:paraId="30C2B0BE" w14:textId="77777777" w:rsidR="00A3056B" w:rsidRPr="00F34722" w:rsidRDefault="00A3056B" w:rsidP="00EB4688">
            <w:pPr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6797" w:type="dxa"/>
          </w:tcPr>
          <w:p w14:paraId="38033813" w14:textId="77777777" w:rsidR="00A3056B" w:rsidRPr="00F34722" w:rsidRDefault="00A3056B" w:rsidP="00EB4688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Digitalizace územního plánování (elektronizace a digitalizace agend stavebního práva)</w:t>
            </w:r>
          </w:p>
        </w:tc>
      </w:tr>
      <w:tr w:rsidR="00A3056B" w14:paraId="6171EEF7" w14:textId="77777777" w:rsidTr="00C41229">
        <w:tc>
          <w:tcPr>
            <w:tcW w:w="9062" w:type="dxa"/>
            <w:gridSpan w:val="2"/>
            <w:shd w:val="clear" w:color="auto" w:fill="E2EFD9" w:themeFill="accent6" w:themeFillTint="33"/>
          </w:tcPr>
          <w:p w14:paraId="6508A523" w14:textId="77777777" w:rsidR="00A3056B" w:rsidRPr="00F34722" w:rsidRDefault="00A3056B" w:rsidP="00F34722">
            <w:pPr>
              <w:rPr>
                <w:rFonts w:ascii="Arial" w:hAnsi="Arial" w:cs="Arial"/>
                <w:b/>
              </w:rPr>
            </w:pPr>
          </w:p>
          <w:p w14:paraId="17B414CC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Přizpůsobení se změně klimatu</w:t>
            </w:r>
          </w:p>
          <w:p w14:paraId="728E8ADB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3056B" w14:paraId="15294EDA" w14:textId="77777777" w:rsidTr="00C41229">
        <w:tc>
          <w:tcPr>
            <w:tcW w:w="9062" w:type="dxa"/>
            <w:gridSpan w:val="2"/>
            <w:shd w:val="clear" w:color="auto" w:fill="ED7D31" w:themeFill="accent2"/>
          </w:tcPr>
          <w:p w14:paraId="6AE959DC" w14:textId="49B45FA3" w:rsidR="00A3056B" w:rsidRPr="00F34722" w:rsidRDefault="00A3056B" w:rsidP="003E02E8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 xml:space="preserve">Vysoká </w:t>
            </w:r>
            <w:r w:rsidR="003E02E8">
              <w:rPr>
                <w:rFonts w:ascii="Arial" w:hAnsi="Arial" w:cs="Arial"/>
                <w:b/>
              </w:rPr>
              <w:t>relevance</w:t>
            </w:r>
          </w:p>
        </w:tc>
      </w:tr>
      <w:tr w:rsidR="00A3056B" w14:paraId="3E04C5D2" w14:textId="77777777" w:rsidTr="00C41229">
        <w:tc>
          <w:tcPr>
            <w:tcW w:w="2265" w:type="dxa"/>
            <w:vMerge w:val="restart"/>
          </w:tcPr>
          <w:p w14:paraId="6CC2B378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Ochrana životního prostředí a oběhové hospodářství</w:t>
            </w:r>
          </w:p>
        </w:tc>
        <w:tc>
          <w:tcPr>
            <w:tcW w:w="6797" w:type="dxa"/>
          </w:tcPr>
          <w:p w14:paraId="046BFE3B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Ochrana a péče o přírodu a krajinu</w:t>
            </w:r>
          </w:p>
        </w:tc>
      </w:tr>
      <w:tr w:rsidR="00A3056B" w14:paraId="0367FA25" w14:textId="77777777" w:rsidTr="00C41229">
        <w:tc>
          <w:tcPr>
            <w:tcW w:w="2265" w:type="dxa"/>
            <w:vMerge/>
          </w:tcPr>
          <w:p w14:paraId="5825DF75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3FFA60FF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Ochrana a zlepšení stavu vody a vodního hospodářství</w:t>
            </w:r>
          </w:p>
        </w:tc>
      </w:tr>
      <w:tr w:rsidR="00A3056B" w14:paraId="3116A824" w14:textId="77777777" w:rsidTr="00C41229">
        <w:tc>
          <w:tcPr>
            <w:tcW w:w="2265" w:type="dxa"/>
            <w:vMerge/>
          </w:tcPr>
          <w:p w14:paraId="46F4194F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1D7BCA90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Sanace míst s ekologickou zátěží a revitalizace brownfieldů</w:t>
            </w:r>
          </w:p>
        </w:tc>
      </w:tr>
      <w:tr w:rsidR="00A3056B" w14:paraId="21337816" w14:textId="77777777" w:rsidTr="00C41229">
        <w:tc>
          <w:tcPr>
            <w:tcW w:w="2265" w:type="dxa"/>
            <w:vMerge/>
          </w:tcPr>
          <w:p w14:paraId="4D3D3EE6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41A2E4E2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Vytvoření zázemí pro vzdělávání pro udržitelný rozvoj</w:t>
            </w:r>
          </w:p>
        </w:tc>
      </w:tr>
      <w:tr w:rsidR="00A3056B" w14:paraId="2AD894BF" w14:textId="77777777" w:rsidTr="00C41229">
        <w:tc>
          <w:tcPr>
            <w:tcW w:w="2265" w:type="dxa"/>
            <w:vMerge w:val="restart"/>
          </w:tcPr>
          <w:p w14:paraId="4E92B07E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Výzkumný a inovační systém</w:t>
            </w:r>
          </w:p>
          <w:p w14:paraId="6C89BD11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B273992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Rozvoj zázemí pro kvalitní a relevantní výzkum</w:t>
            </w:r>
          </w:p>
        </w:tc>
      </w:tr>
      <w:tr w:rsidR="00A3056B" w14:paraId="4B32C0A5" w14:textId="77777777" w:rsidTr="00C41229">
        <w:tc>
          <w:tcPr>
            <w:tcW w:w="2265" w:type="dxa"/>
            <w:vMerge/>
          </w:tcPr>
          <w:p w14:paraId="51CF1CDB" w14:textId="77777777" w:rsidR="00A3056B" w:rsidRPr="000374EA" w:rsidRDefault="00A3056B" w:rsidP="00F34722">
            <w:pPr>
              <w:jc w:val="center"/>
              <w:rPr>
                <w:b/>
              </w:rPr>
            </w:pPr>
          </w:p>
        </w:tc>
        <w:tc>
          <w:tcPr>
            <w:tcW w:w="6797" w:type="dxa"/>
          </w:tcPr>
          <w:p w14:paraId="1192E39D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Podpora inovace prostřednictvím aplikovaného výzkumu a experimentálního vývoje</w:t>
            </w:r>
          </w:p>
        </w:tc>
      </w:tr>
      <w:tr w:rsidR="00A3056B" w14:paraId="76095431" w14:textId="77777777" w:rsidTr="00C41229">
        <w:tc>
          <w:tcPr>
            <w:tcW w:w="2265" w:type="dxa"/>
            <w:vMerge/>
          </w:tcPr>
          <w:p w14:paraId="75156623" w14:textId="77777777" w:rsidR="00A3056B" w:rsidRPr="000374EA" w:rsidRDefault="00A3056B" w:rsidP="00F34722">
            <w:pPr>
              <w:jc w:val="center"/>
              <w:rPr>
                <w:b/>
              </w:rPr>
            </w:pPr>
          </w:p>
        </w:tc>
        <w:tc>
          <w:tcPr>
            <w:tcW w:w="6797" w:type="dxa"/>
          </w:tcPr>
          <w:p w14:paraId="50FC31A4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Zkvalitnění strategického řízení VaVaI</w:t>
            </w:r>
          </w:p>
        </w:tc>
      </w:tr>
      <w:tr w:rsidR="00A3056B" w14:paraId="72C17D2E" w14:textId="77777777" w:rsidTr="00C41229">
        <w:tc>
          <w:tcPr>
            <w:tcW w:w="2265" w:type="dxa"/>
          </w:tcPr>
          <w:p w14:paraId="5EEFC00E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Veřejná správa</w:t>
            </w:r>
            <w:r>
              <w:rPr>
                <w:rFonts w:ascii="Arial" w:hAnsi="Arial" w:cs="Arial"/>
                <w:b/>
              </w:rPr>
              <w:t xml:space="preserve"> a bezpečnost</w:t>
            </w:r>
          </w:p>
        </w:tc>
        <w:tc>
          <w:tcPr>
            <w:tcW w:w="6797" w:type="dxa"/>
          </w:tcPr>
          <w:p w14:paraId="2EA7B46D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Ochrana obyvatelstva</w:t>
            </w:r>
          </w:p>
        </w:tc>
      </w:tr>
      <w:tr w:rsidR="00A3056B" w14:paraId="40EE7070" w14:textId="77777777" w:rsidTr="00C41229">
        <w:tc>
          <w:tcPr>
            <w:tcW w:w="2265" w:type="dxa"/>
          </w:tcPr>
          <w:p w14:paraId="03EC47C6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lastRenderedPageBreak/>
              <w:t>Cestovní ruch</w:t>
            </w:r>
          </w:p>
        </w:tc>
        <w:tc>
          <w:tcPr>
            <w:tcW w:w="6797" w:type="dxa"/>
          </w:tcPr>
          <w:p w14:paraId="1A8A265D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Udržitelný cestovní ruch</w:t>
            </w:r>
          </w:p>
        </w:tc>
      </w:tr>
      <w:tr w:rsidR="00A3056B" w14:paraId="3D4357AE" w14:textId="77777777" w:rsidTr="00C41229">
        <w:tc>
          <w:tcPr>
            <w:tcW w:w="2265" w:type="dxa"/>
          </w:tcPr>
          <w:p w14:paraId="165C4A70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Veřejná prostranství</w:t>
            </w:r>
          </w:p>
        </w:tc>
        <w:tc>
          <w:tcPr>
            <w:tcW w:w="6797" w:type="dxa"/>
          </w:tcPr>
          <w:p w14:paraId="6DA064AE" w14:textId="77777777" w:rsidR="00A3056B" w:rsidRPr="00F34722" w:rsidRDefault="00A3056B" w:rsidP="00F34722">
            <w:pPr>
              <w:rPr>
                <w:rFonts w:ascii="Arial" w:hAnsi="Arial" w:cs="Arial"/>
                <w:b/>
                <w:i/>
              </w:rPr>
            </w:pPr>
            <w:r w:rsidRPr="00F34722">
              <w:rPr>
                <w:rFonts w:ascii="Arial" w:hAnsi="Arial" w:cs="Arial"/>
                <w:i/>
              </w:rPr>
              <w:t>SC Zlepšování kvality veřejných prostranství a rozvoj zelené infrastruktury</w:t>
            </w:r>
          </w:p>
        </w:tc>
      </w:tr>
      <w:tr w:rsidR="00A3056B" w14:paraId="1F53AFFC" w14:textId="77777777" w:rsidTr="00C41229">
        <w:tc>
          <w:tcPr>
            <w:tcW w:w="2265" w:type="dxa"/>
          </w:tcPr>
          <w:p w14:paraId="5B877A69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77003EE" w14:textId="77777777" w:rsidR="00A3056B" w:rsidRPr="00770FD5" w:rsidRDefault="00A3056B" w:rsidP="00F34722">
            <w:pPr>
              <w:rPr>
                <w:rFonts w:ascii="Arial" w:hAnsi="Arial" w:cs="Arial"/>
                <w:b/>
              </w:rPr>
            </w:pPr>
            <w:r w:rsidRPr="00770FD5">
              <w:rPr>
                <w:rFonts w:ascii="Arial" w:hAnsi="Arial" w:cs="Arial"/>
                <w:b/>
              </w:rPr>
              <w:t>Přizpůsobení se změně klimatu samozřejmě souvisí i s oblastmi, které mají i přímý příspěvek na změny klimatu jako takové:</w:t>
            </w:r>
          </w:p>
        </w:tc>
      </w:tr>
      <w:tr w:rsidR="00A3056B" w14:paraId="5D274DF5" w14:textId="77777777" w:rsidTr="00C41229">
        <w:tc>
          <w:tcPr>
            <w:tcW w:w="2265" w:type="dxa"/>
            <w:vMerge w:val="restart"/>
          </w:tcPr>
          <w:p w14:paraId="68930706" w14:textId="77777777" w:rsidR="00A3056B" w:rsidRPr="00770FD5" w:rsidRDefault="00A3056B" w:rsidP="00770FD5">
            <w:pPr>
              <w:jc w:val="center"/>
              <w:rPr>
                <w:rFonts w:ascii="Arial" w:hAnsi="Arial" w:cs="Arial"/>
                <w:b/>
              </w:rPr>
            </w:pPr>
            <w:r w:rsidRPr="00770FD5">
              <w:rPr>
                <w:rFonts w:ascii="Arial" w:hAnsi="Arial" w:cs="Arial"/>
                <w:b/>
              </w:rPr>
              <w:t>Posun k nízkouhlíkovému hospodářství</w:t>
            </w:r>
          </w:p>
        </w:tc>
        <w:tc>
          <w:tcPr>
            <w:tcW w:w="6797" w:type="dxa"/>
          </w:tcPr>
          <w:p w14:paraId="6B815F06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Podpora vzniku a zavádění inovativních nízkouhlíkových technologií a efektivní a šetrné využívání obnovitelných zdrojů energie</w:t>
            </w:r>
          </w:p>
        </w:tc>
      </w:tr>
      <w:tr w:rsidR="00A3056B" w14:paraId="1D389A32" w14:textId="77777777" w:rsidTr="00C41229">
        <w:tc>
          <w:tcPr>
            <w:tcW w:w="2265" w:type="dxa"/>
            <w:vMerge/>
          </w:tcPr>
          <w:p w14:paraId="47E695AE" w14:textId="77777777" w:rsidR="00A3056B" w:rsidRPr="00E55AFA" w:rsidRDefault="00A3056B" w:rsidP="00770FD5">
            <w:pPr>
              <w:jc w:val="center"/>
              <w:rPr>
                <w:b/>
              </w:rPr>
            </w:pPr>
          </w:p>
        </w:tc>
        <w:tc>
          <w:tcPr>
            <w:tcW w:w="6797" w:type="dxa"/>
          </w:tcPr>
          <w:p w14:paraId="740920B4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Zvýšení energetické účinnosti a úspory energie</w:t>
            </w:r>
          </w:p>
        </w:tc>
      </w:tr>
      <w:tr w:rsidR="00A3056B" w14:paraId="6137E714" w14:textId="77777777" w:rsidTr="00C41229">
        <w:tc>
          <w:tcPr>
            <w:tcW w:w="2265" w:type="dxa"/>
            <w:vMerge/>
          </w:tcPr>
          <w:p w14:paraId="1F802CEF" w14:textId="77777777" w:rsidR="00A3056B" w:rsidRPr="00E55AFA" w:rsidRDefault="00A3056B" w:rsidP="00770FD5">
            <w:pPr>
              <w:jc w:val="center"/>
              <w:rPr>
                <w:b/>
              </w:rPr>
            </w:pPr>
          </w:p>
        </w:tc>
        <w:tc>
          <w:tcPr>
            <w:tcW w:w="6797" w:type="dxa"/>
          </w:tcPr>
          <w:p w14:paraId="13488C37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Zavedení moderních a vysoce účinných způsobů výroby, distribuce a akumulace tepelné energie</w:t>
            </w:r>
          </w:p>
        </w:tc>
      </w:tr>
      <w:tr w:rsidR="00A3056B" w14:paraId="1029CC3C" w14:textId="77777777" w:rsidTr="00C41229">
        <w:tc>
          <w:tcPr>
            <w:tcW w:w="2265" w:type="dxa"/>
            <w:vMerge/>
          </w:tcPr>
          <w:p w14:paraId="38A8E6F2" w14:textId="77777777" w:rsidR="00A3056B" w:rsidRPr="00E55AFA" w:rsidRDefault="00A3056B" w:rsidP="00770FD5">
            <w:pPr>
              <w:jc w:val="center"/>
              <w:rPr>
                <w:b/>
              </w:rPr>
            </w:pPr>
          </w:p>
        </w:tc>
        <w:tc>
          <w:tcPr>
            <w:tcW w:w="6797" w:type="dxa"/>
          </w:tcPr>
          <w:p w14:paraId="42B0B558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Modernizace a zefektivnění výroby, přenosu, přepravy, distribuce a akumulace energie</w:t>
            </w:r>
          </w:p>
        </w:tc>
      </w:tr>
      <w:tr w:rsidR="00A3056B" w14:paraId="68B6DD7E" w14:textId="77777777" w:rsidTr="00C41229">
        <w:tc>
          <w:tcPr>
            <w:tcW w:w="2265" w:type="dxa"/>
            <w:vMerge w:val="restart"/>
          </w:tcPr>
          <w:p w14:paraId="2E8CD66A" w14:textId="77777777" w:rsidR="00A3056B" w:rsidRPr="00770FD5" w:rsidRDefault="00A3056B" w:rsidP="00770FD5">
            <w:pPr>
              <w:jc w:val="center"/>
              <w:rPr>
                <w:rFonts w:ascii="Arial" w:hAnsi="Arial" w:cs="Arial"/>
                <w:b/>
              </w:rPr>
            </w:pPr>
            <w:r w:rsidRPr="00770FD5">
              <w:rPr>
                <w:rFonts w:ascii="Arial" w:hAnsi="Arial" w:cs="Arial"/>
                <w:b/>
              </w:rPr>
              <w:t>Doprava</w:t>
            </w:r>
          </w:p>
        </w:tc>
        <w:tc>
          <w:tcPr>
            <w:tcW w:w="6797" w:type="dxa"/>
          </w:tcPr>
          <w:p w14:paraId="6C0A7852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Rozvoj bezmotorové dopravy</w:t>
            </w:r>
          </w:p>
        </w:tc>
      </w:tr>
      <w:tr w:rsidR="00A3056B" w14:paraId="170BB34A" w14:textId="77777777" w:rsidTr="00C41229">
        <w:tc>
          <w:tcPr>
            <w:tcW w:w="2265" w:type="dxa"/>
            <w:vMerge/>
          </w:tcPr>
          <w:p w14:paraId="4A5C26C8" w14:textId="77777777" w:rsidR="00A3056B" w:rsidRDefault="00A3056B" w:rsidP="00770FD5">
            <w:pPr>
              <w:rPr>
                <w:b/>
              </w:rPr>
            </w:pPr>
          </w:p>
        </w:tc>
        <w:tc>
          <w:tcPr>
            <w:tcW w:w="6797" w:type="dxa"/>
          </w:tcPr>
          <w:p w14:paraId="4C4891BC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Efektivní využití multimodální nákladní dopravy</w:t>
            </w:r>
          </w:p>
        </w:tc>
      </w:tr>
      <w:tr w:rsidR="00A3056B" w14:paraId="3DCCB3B1" w14:textId="77777777" w:rsidTr="00C41229">
        <w:tc>
          <w:tcPr>
            <w:tcW w:w="2265" w:type="dxa"/>
            <w:vMerge/>
          </w:tcPr>
          <w:p w14:paraId="36E9D721" w14:textId="77777777" w:rsidR="00A3056B" w:rsidRDefault="00A3056B" w:rsidP="00770FD5">
            <w:pPr>
              <w:rPr>
                <w:b/>
              </w:rPr>
            </w:pPr>
          </w:p>
        </w:tc>
        <w:tc>
          <w:tcPr>
            <w:tcW w:w="6797" w:type="dxa"/>
          </w:tcPr>
          <w:p w14:paraId="43EEDE23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Využívání vozidel s alternativním pohonem ve veřejné dopravě</w:t>
            </w:r>
          </w:p>
        </w:tc>
      </w:tr>
      <w:tr w:rsidR="00A3056B" w14:paraId="58DC76F9" w14:textId="77777777" w:rsidTr="00C41229">
        <w:tc>
          <w:tcPr>
            <w:tcW w:w="2265" w:type="dxa"/>
            <w:vMerge/>
          </w:tcPr>
          <w:p w14:paraId="71165202" w14:textId="77777777" w:rsidR="00A3056B" w:rsidRDefault="00A3056B" w:rsidP="00770FD5">
            <w:pPr>
              <w:rPr>
                <w:b/>
              </w:rPr>
            </w:pPr>
          </w:p>
        </w:tc>
        <w:tc>
          <w:tcPr>
            <w:tcW w:w="6797" w:type="dxa"/>
          </w:tcPr>
          <w:p w14:paraId="00550639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Zvýšení využití a dostupnosti alternativních paliv v dopravě</w:t>
            </w:r>
          </w:p>
        </w:tc>
      </w:tr>
      <w:tr w:rsidR="00A3056B" w14:paraId="02D214E4" w14:textId="77777777" w:rsidTr="00C41229">
        <w:tc>
          <w:tcPr>
            <w:tcW w:w="2265" w:type="dxa"/>
            <w:vMerge/>
          </w:tcPr>
          <w:p w14:paraId="1CCD0621" w14:textId="77777777" w:rsidR="00A3056B" w:rsidRDefault="00A3056B" w:rsidP="00770FD5">
            <w:pPr>
              <w:rPr>
                <w:b/>
              </w:rPr>
            </w:pPr>
          </w:p>
        </w:tc>
        <w:tc>
          <w:tcPr>
            <w:tcW w:w="6797" w:type="dxa"/>
          </w:tcPr>
          <w:p w14:paraId="0070CF6C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Rozvoj a zlepšení integrace dopravy</w:t>
            </w:r>
          </w:p>
        </w:tc>
      </w:tr>
      <w:tr w:rsidR="00A3056B" w14:paraId="4FB18B1B" w14:textId="77777777" w:rsidTr="00C41229">
        <w:tc>
          <w:tcPr>
            <w:tcW w:w="2265" w:type="dxa"/>
            <w:vMerge/>
          </w:tcPr>
          <w:p w14:paraId="50781A36" w14:textId="77777777" w:rsidR="00A3056B" w:rsidRDefault="00A3056B" w:rsidP="00770FD5">
            <w:pPr>
              <w:rPr>
                <w:b/>
              </w:rPr>
            </w:pPr>
          </w:p>
        </w:tc>
        <w:tc>
          <w:tcPr>
            <w:tcW w:w="6797" w:type="dxa"/>
          </w:tcPr>
          <w:p w14:paraId="2A92757A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Rozvoj a zkvalitnění dopravní infrastruktury</w:t>
            </w:r>
          </w:p>
        </w:tc>
      </w:tr>
      <w:tr w:rsidR="00A3056B" w14:paraId="2AF1F4B9" w14:textId="77777777" w:rsidTr="00C41229">
        <w:tc>
          <w:tcPr>
            <w:tcW w:w="2265" w:type="dxa"/>
          </w:tcPr>
          <w:p w14:paraId="69327714" w14:textId="77777777" w:rsidR="00A3056B" w:rsidRPr="00770FD5" w:rsidRDefault="00A3056B" w:rsidP="00770FD5">
            <w:pPr>
              <w:jc w:val="center"/>
              <w:rPr>
                <w:rFonts w:ascii="Arial" w:hAnsi="Arial" w:cs="Arial"/>
                <w:b/>
              </w:rPr>
            </w:pPr>
            <w:r w:rsidRPr="00770FD5">
              <w:rPr>
                <w:rFonts w:ascii="Arial" w:hAnsi="Arial" w:cs="Arial"/>
                <w:b/>
              </w:rPr>
              <w:t>Podpora podnikání a průmyslu</w:t>
            </w:r>
          </w:p>
        </w:tc>
        <w:tc>
          <w:tcPr>
            <w:tcW w:w="6797" w:type="dxa"/>
          </w:tcPr>
          <w:p w14:paraId="500F2629" w14:textId="77777777" w:rsidR="00A3056B" w:rsidRPr="00770FD5" w:rsidRDefault="00A3056B" w:rsidP="00770FD5">
            <w:pPr>
              <w:rPr>
                <w:rFonts w:ascii="Arial" w:hAnsi="Arial" w:cs="Arial"/>
                <w:b/>
                <w:i/>
              </w:rPr>
            </w:pPr>
            <w:r w:rsidRPr="00770FD5">
              <w:rPr>
                <w:rFonts w:ascii="Arial" w:hAnsi="Arial" w:cs="Arial"/>
                <w:i/>
              </w:rPr>
              <w:t>SC Zlepšení inovační schopnosti MSP</w:t>
            </w:r>
          </w:p>
          <w:p w14:paraId="7037E24F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</w:p>
        </w:tc>
      </w:tr>
      <w:tr w:rsidR="00A3056B" w14:paraId="18CA7484" w14:textId="77777777" w:rsidTr="00C41229">
        <w:tc>
          <w:tcPr>
            <w:tcW w:w="9062" w:type="dxa"/>
            <w:gridSpan w:val="2"/>
            <w:shd w:val="clear" w:color="auto" w:fill="FFD966" w:themeFill="accent4" w:themeFillTint="99"/>
          </w:tcPr>
          <w:p w14:paraId="1F463925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</w:p>
          <w:p w14:paraId="640B1569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Územní dimenze</w:t>
            </w:r>
          </w:p>
          <w:p w14:paraId="1841363D" w14:textId="77777777" w:rsidR="00A3056B" w:rsidRPr="00770FD5" w:rsidRDefault="00A3056B" w:rsidP="003C5967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A3056B" w14:paraId="43210C7F" w14:textId="77777777" w:rsidTr="00C41229">
        <w:tc>
          <w:tcPr>
            <w:tcW w:w="9062" w:type="dxa"/>
            <w:gridSpan w:val="2"/>
            <w:shd w:val="clear" w:color="auto" w:fill="ED7D31" w:themeFill="accent2"/>
          </w:tcPr>
          <w:p w14:paraId="29E4A1D4" w14:textId="7A52A01E" w:rsidR="00A3056B" w:rsidRPr="00F34722" w:rsidRDefault="00A3056B" w:rsidP="003E02E8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 xml:space="preserve">Vysoká </w:t>
            </w:r>
            <w:r w:rsidR="003E02E8">
              <w:rPr>
                <w:rFonts w:ascii="Arial" w:hAnsi="Arial" w:cs="Arial"/>
                <w:b/>
              </w:rPr>
              <w:t>relevance</w:t>
            </w:r>
          </w:p>
        </w:tc>
      </w:tr>
      <w:tr w:rsidR="00A3056B" w14:paraId="18FAA550" w14:textId="77777777" w:rsidTr="00C41229">
        <w:tc>
          <w:tcPr>
            <w:tcW w:w="2265" w:type="dxa"/>
          </w:tcPr>
          <w:p w14:paraId="65E92CBE" w14:textId="77777777" w:rsidR="00A3056B" w:rsidRPr="00F34722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Veřejná prostranství</w:t>
            </w:r>
          </w:p>
        </w:tc>
        <w:tc>
          <w:tcPr>
            <w:tcW w:w="6797" w:type="dxa"/>
          </w:tcPr>
          <w:p w14:paraId="3D664F3D" w14:textId="77777777" w:rsidR="00A3056B" w:rsidRPr="003C5967" w:rsidRDefault="00A3056B" w:rsidP="003C5967">
            <w:pPr>
              <w:rPr>
                <w:rFonts w:ascii="Arial" w:hAnsi="Arial" w:cs="Arial"/>
                <w:b/>
                <w:i/>
              </w:rPr>
            </w:pPr>
            <w:r w:rsidRPr="003C5967">
              <w:rPr>
                <w:rFonts w:ascii="Arial" w:hAnsi="Arial" w:cs="Arial"/>
                <w:i/>
              </w:rPr>
              <w:t>SC Zlepšování kvality veřejných prostranství a rozvoj zelené infrastruktury</w:t>
            </w:r>
          </w:p>
        </w:tc>
      </w:tr>
      <w:tr w:rsidR="00A3056B" w14:paraId="0DD9D0F9" w14:textId="77777777" w:rsidTr="00C41229">
        <w:tc>
          <w:tcPr>
            <w:tcW w:w="2265" w:type="dxa"/>
          </w:tcPr>
          <w:p w14:paraId="62A4B2D8" w14:textId="77777777" w:rsidR="00A3056B" w:rsidRPr="00F34722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Kulturní dědictví</w:t>
            </w:r>
          </w:p>
        </w:tc>
        <w:tc>
          <w:tcPr>
            <w:tcW w:w="6797" w:type="dxa"/>
          </w:tcPr>
          <w:p w14:paraId="636DFEEE" w14:textId="77777777" w:rsidR="00A3056B" w:rsidRPr="003C5967" w:rsidRDefault="00A3056B" w:rsidP="003C5967">
            <w:pPr>
              <w:rPr>
                <w:rFonts w:ascii="Arial" w:hAnsi="Arial" w:cs="Arial"/>
                <w:i/>
              </w:rPr>
            </w:pPr>
            <w:r w:rsidRPr="003C5967">
              <w:rPr>
                <w:rFonts w:ascii="Arial" w:hAnsi="Arial" w:cs="Arial"/>
                <w:i/>
              </w:rPr>
              <w:t>SC Ochrana, rozvoj a podpora kulturního dědictví</w:t>
            </w:r>
          </w:p>
        </w:tc>
      </w:tr>
      <w:tr w:rsidR="00A3056B" w14:paraId="4079394D" w14:textId="77777777" w:rsidTr="00C41229">
        <w:tc>
          <w:tcPr>
            <w:tcW w:w="2265" w:type="dxa"/>
          </w:tcPr>
          <w:p w14:paraId="78329222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Cestovní ruch</w:t>
            </w:r>
          </w:p>
        </w:tc>
        <w:tc>
          <w:tcPr>
            <w:tcW w:w="6797" w:type="dxa"/>
          </w:tcPr>
          <w:p w14:paraId="471D0C9A" w14:textId="77777777" w:rsidR="00A3056B" w:rsidRPr="003C5967" w:rsidRDefault="00A3056B" w:rsidP="003C5967">
            <w:pPr>
              <w:rPr>
                <w:rFonts w:ascii="Arial" w:hAnsi="Arial" w:cs="Arial"/>
                <w:i/>
              </w:rPr>
            </w:pPr>
            <w:r w:rsidRPr="003C5967">
              <w:rPr>
                <w:rFonts w:ascii="Arial" w:hAnsi="Arial" w:cs="Arial"/>
                <w:i/>
              </w:rPr>
              <w:t>SC Udržitelný cestovní ruch</w:t>
            </w:r>
          </w:p>
        </w:tc>
      </w:tr>
      <w:tr w:rsidR="00A3056B" w14:paraId="4146C7EB" w14:textId="77777777" w:rsidTr="00C41229">
        <w:tc>
          <w:tcPr>
            <w:tcW w:w="2265" w:type="dxa"/>
          </w:tcPr>
          <w:p w14:paraId="05981226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Doprava</w:t>
            </w:r>
          </w:p>
        </w:tc>
        <w:tc>
          <w:tcPr>
            <w:tcW w:w="6797" w:type="dxa"/>
          </w:tcPr>
          <w:p w14:paraId="35FCE0BF" w14:textId="77777777" w:rsidR="00A3056B" w:rsidRPr="003C5967" w:rsidRDefault="00A3056B" w:rsidP="003C5967">
            <w:pPr>
              <w:rPr>
                <w:rFonts w:ascii="Arial" w:hAnsi="Arial" w:cs="Arial"/>
                <w:i/>
              </w:rPr>
            </w:pPr>
            <w:r w:rsidRPr="003C5967">
              <w:rPr>
                <w:rFonts w:ascii="Arial" w:hAnsi="Arial" w:cs="Arial"/>
                <w:i/>
              </w:rPr>
              <w:t xml:space="preserve">SC Rozvoj bezmotorové dopravy </w:t>
            </w:r>
          </w:p>
        </w:tc>
      </w:tr>
      <w:tr w:rsidR="00A3056B" w14:paraId="179160AC" w14:textId="77777777" w:rsidTr="00C41229">
        <w:tc>
          <w:tcPr>
            <w:tcW w:w="9062" w:type="dxa"/>
            <w:gridSpan w:val="2"/>
            <w:shd w:val="clear" w:color="auto" w:fill="ED7D31" w:themeFill="accent2"/>
          </w:tcPr>
          <w:p w14:paraId="5370559E" w14:textId="77777777" w:rsidR="00A3056B" w:rsidRPr="003C5967" w:rsidRDefault="00A3056B" w:rsidP="003C5967">
            <w:pPr>
              <w:rPr>
                <w:rFonts w:ascii="Arial" w:hAnsi="Arial" w:cs="Arial"/>
                <w:i/>
              </w:rPr>
            </w:pPr>
          </w:p>
        </w:tc>
      </w:tr>
      <w:tr w:rsidR="00A3056B" w14:paraId="5E9F4850" w14:textId="77777777" w:rsidTr="00C41229">
        <w:tc>
          <w:tcPr>
            <w:tcW w:w="2265" w:type="dxa"/>
          </w:tcPr>
          <w:p w14:paraId="3F366AE5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Doprava</w:t>
            </w:r>
          </w:p>
        </w:tc>
        <w:tc>
          <w:tcPr>
            <w:tcW w:w="6797" w:type="dxa"/>
          </w:tcPr>
          <w:p w14:paraId="25AFA6D0" w14:textId="77777777" w:rsidR="00A3056B" w:rsidRPr="00086E05" w:rsidRDefault="00A3056B" w:rsidP="00086E05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Rozvoj a zlepšení integrace dopravy</w:t>
            </w:r>
          </w:p>
        </w:tc>
      </w:tr>
      <w:tr w:rsidR="00A3056B" w14:paraId="5238F69A" w14:textId="77777777" w:rsidTr="00C41229">
        <w:tc>
          <w:tcPr>
            <w:tcW w:w="2265" w:type="dxa"/>
          </w:tcPr>
          <w:p w14:paraId="1FA5FB3B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3DA3DBED" w14:textId="77777777" w:rsidR="00A3056B" w:rsidRPr="00086E05" w:rsidRDefault="00A3056B" w:rsidP="003C5967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Rozvoj a zkvalitnění dopravní infrastruktury</w:t>
            </w:r>
          </w:p>
        </w:tc>
      </w:tr>
      <w:tr w:rsidR="00A3056B" w14:paraId="1DA9C699" w14:textId="77777777" w:rsidTr="00C41229">
        <w:tc>
          <w:tcPr>
            <w:tcW w:w="2265" w:type="dxa"/>
          </w:tcPr>
          <w:p w14:paraId="6E59542C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3FF2134" w14:textId="77777777" w:rsidR="00A3056B" w:rsidRPr="00086E05" w:rsidRDefault="00A3056B" w:rsidP="003C5967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Využívání vozidel s alternativním pohonem ve veřejné dopravě</w:t>
            </w:r>
          </w:p>
        </w:tc>
      </w:tr>
      <w:tr w:rsidR="00A3056B" w14:paraId="46E909E7" w14:textId="77777777" w:rsidTr="00C41229">
        <w:tc>
          <w:tcPr>
            <w:tcW w:w="2265" w:type="dxa"/>
          </w:tcPr>
          <w:p w14:paraId="1534950E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1D46F9C7" w14:textId="77777777" w:rsidR="00A3056B" w:rsidRPr="00086E05" w:rsidRDefault="00A3056B" w:rsidP="003C5967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Zvýšení využití a dostupnosti alternativních paliv v dopravě</w:t>
            </w:r>
          </w:p>
        </w:tc>
      </w:tr>
      <w:tr w:rsidR="00A3056B" w14:paraId="433A527B" w14:textId="77777777" w:rsidTr="00C41229">
        <w:tc>
          <w:tcPr>
            <w:tcW w:w="2265" w:type="dxa"/>
          </w:tcPr>
          <w:p w14:paraId="752DCF1D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96F7076" w14:textId="7566E3C6" w:rsidR="00A3056B" w:rsidRPr="00086E05" w:rsidRDefault="00A3056B" w:rsidP="003C5967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Efektivní využi</w:t>
            </w:r>
            <w:r w:rsidR="006D16AB">
              <w:rPr>
                <w:rFonts w:ascii="Arial" w:hAnsi="Arial" w:cs="Arial"/>
                <w:i/>
              </w:rPr>
              <w:t>tí multimodální nákladní dopravy</w:t>
            </w:r>
            <w:bookmarkStart w:id="0" w:name="_GoBack"/>
            <w:bookmarkEnd w:id="0"/>
          </w:p>
        </w:tc>
      </w:tr>
      <w:tr w:rsidR="00A3056B" w14:paraId="2114DE40" w14:textId="77777777" w:rsidTr="00C41229">
        <w:tc>
          <w:tcPr>
            <w:tcW w:w="9062" w:type="dxa"/>
            <w:gridSpan w:val="2"/>
            <w:shd w:val="clear" w:color="auto" w:fill="F7CAAC" w:themeFill="accent2" w:themeFillTint="66"/>
          </w:tcPr>
          <w:p w14:paraId="2F7B1D04" w14:textId="73B5C0A8" w:rsidR="00A3056B" w:rsidRPr="00086E05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086E05">
              <w:rPr>
                <w:rFonts w:ascii="Arial" w:hAnsi="Arial" w:cs="Arial"/>
                <w:b/>
              </w:rPr>
              <w:t xml:space="preserve">Střední </w:t>
            </w:r>
            <w:r w:rsidR="003E02E8">
              <w:rPr>
                <w:rFonts w:ascii="Arial" w:hAnsi="Arial" w:cs="Arial"/>
                <w:b/>
              </w:rPr>
              <w:t>relevance</w:t>
            </w:r>
          </w:p>
        </w:tc>
      </w:tr>
      <w:tr w:rsidR="00A3056B" w14:paraId="2BF81FC2" w14:textId="77777777" w:rsidTr="00C41229">
        <w:tc>
          <w:tcPr>
            <w:tcW w:w="2265" w:type="dxa"/>
            <w:vMerge w:val="restart"/>
          </w:tcPr>
          <w:p w14:paraId="389EEEC7" w14:textId="77777777" w:rsidR="00A3056B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Ochrana životního prostředí a oběhové hospodářství</w:t>
            </w:r>
          </w:p>
        </w:tc>
        <w:tc>
          <w:tcPr>
            <w:tcW w:w="6797" w:type="dxa"/>
          </w:tcPr>
          <w:p w14:paraId="443B249B" w14:textId="77777777" w:rsidR="00A3056B" w:rsidRPr="00F34722" w:rsidRDefault="00A3056B" w:rsidP="00086E05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Ochrana a péče o přírodu a krajinu</w:t>
            </w:r>
          </w:p>
        </w:tc>
      </w:tr>
      <w:tr w:rsidR="00A3056B" w14:paraId="7F529DA1" w14:textId="77777777" w:rsidTr="00C41229">
        <w:tc>
          <w:tcPr>
            <w:tcW w:w="2265" w:type="dxa"/>
            <w:vMerge/>
          </w:tcPr>
          <w:p w14:paraId="68E719F5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04DBCCF6" w14:textId="77777777" w:rsidR="00A3056B" w:rsidRPr="00086E05" w:rsidRDefault="00A3056B" w:rsidP="00086E05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</w:rPr>
              <w:t xml:space="preserve">SC </w:t>
            </w:r>
            <w:r w:rsidRPr="00086E05">
              <w:rPr>
                <w:rFonts w:ascii="Arial" w:hAnsi="Arial" w:cs="Arial"/>
                <w:i/>
              </w:rPr>
              <w:t>Zlepšení kvality ovzduší</w:t>
            </w:r>
          </w:p>
        </w:tc>
      </w:tr>
      <w:tr w:rsidR="00A3056B" w14:paraId="625AA287" w14:textId="77777777" w:rsidTr="00C41229">
        <w:tc>
          <w:tcPr>
            <w:tcW w:w="2265" w:type="dxa"/>
            <w:vMerge/>
          </w:tcPr>
          <w:p w14:paraId="1F762665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12ABC2BE" w14:textId="77777777" w:rsidR="00A3056B" w:rsidRPr="00F34722" w:rsidRDefault="00A3056B" w:rsidP="00086E05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Ochrana a zlepšení stavu vody a vodního hospodářství</w:t>
            </w:r>
          </w:p>
        </w:tc>
      </w:tr>
      <w:tr w:rsidR="00A3056B" w14:paraId="20B9E15B" w14:textId="77777777" w:rsidTr="00C41229">
        <w:tc>
          <w:tcPr>
            <w:tcW w:w="2265" w:type="dxa"/>
            <w:vMerge/>
          </w:tcPr>
          <w:p w14:paraId="4A19F507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60D9DB2B" w14:textId="77777777" w:rsidR="00A3056B" w:rsidRPr="00F34722" w:rsidRDefault="00A3056B" w:rsidP="00086E05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Sanace míst s ekologickou zátěží a revitalizace brownfieldů</w:t>
            </w:r>
          </w:p>
        </w:tc>
      </w:tr>
      <w:tr w:rsidR="00A3056B" w14:paraId="7329828E" w14:textId="77777777" w:rsidTr="00C41229">
        <w:tc>
          <w:tcPr>
            <w:tcW w:w="2265" w:type="dxa"/>
            <w:vMerge/>
          </w:tcPr>
          <w:p w14:paraId="160726A5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2B623F77" w14:textId="77777777" w:rsidR="00A3056B" w:rsidRPr="00F34722" w:rsidRDefault="00A3056B" w:rsidP="00086E05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Vytvoření zázemí pro vzdělávání pro udržitelný rozvoj</w:t>
            </w:r>
          </w:p>
        </w:tc>
      </w:tr>
      <w:tr w:rsidR="00A3056B" w14:paraId="223F2BDA" w14:textId="77777777" w:rsidTr="00C41229">
        <w:tc>
          <w:tcPr>
            <w:tcW w:w="2265" w:type="dxa"/>
            <w:vMerge/>
          </w:tcPr>
          <w:p w14:paraId="1A8288FC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1CCDE7B7" w14:textId="77777777" w:rsidR="00A3056B" w:rsidRPr="00086E05" w:rsidRDefault="00A3056B" w:rsidP="00086E05">
            <w:pPr>
              <w:rPr>
                <w:rFonts w:ascii="Arial" w:hAnsi="Arial" w:cs="Arial"/>
              </w:rPr>
            </w:pPr>
            <w:r w:rsidRPr="00086E05">
              <w:rPr>
                <w:rFonts w:ascii="Arial" w:hAnsi="Arial" w:cs="Arial"/>
                <w:i/>
              </w:rPr>
              <w:t>SC Oběhové hospodářství, odpady a účinné využívání zdrojů</w:t>
            </w:r>
          </w:p>
        </w:tc>
      </w:tr>
      <w:tr w:rsidR="00A3056B" w14:paraId="6DC46366" w14:textId="77777777" w:rsidTr="00C41229">
        <w:tc>
          <w:tcPr>
            <w:tcW w:w="2265" w:type="dxa"/>
            <w:vMerge w:val="restart"/>
          </w:tcPr>
          <w:p w14:paraId="6C8211E6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Posun k nízkouhlíkovému hospodářství</w:t>
            </w:r>
          </w:p>
        </w:tc>
        <w:tc>
          <w:tcPr>
            <w:tcW w:w="6797" w:type="dxa"/>
          </w:tcPr>
          <w:p w14:paraId="54F59E3D" w14:textId="77777777" w:rsidR="00A3056B" w:rsidRPr="00086E05" w:rsidRDefault="00A3056B" w:rsidP="00086E05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Podpora vzniku a zavádění inovativních nízkouhlíkových technologií a efektivní a šetrné využívání obnovitelných zdrojů energie</w:t>
            </w:r>
          </w:p>
        </w:tc>
      </w:tr>
      <w:tr w:rsidR="00A3056B" w14:paraId="3AC66DB8" w14:textId="77777777" w:rsidTr="00C41229">
        <w:tc>
          <w:tcPr>
            <w:tcW w:w="2265" w:type="dxa"/>
            <w:vMerge/>
          </w:tcPr>
          <w:p w14:paraId="222626B5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2CA7C1E6" w14:textId="77777777" w:rsidR="00A3056B" w:rsidRPr="00086E05" w:rsidRDefault="5B8AEA49" w:rsidP="5B8AEA49">
            <w:pPr>
              <w:rPr>
                <w:rFonts w:ascii="Arial" w:hAnsi="Arial" w:cs="Arial"/>
                <w:i/>
                <w:iCs/>
              </w:rPr>
            </w:pPr>
            <w:r w:rsidRPr="5B8AEA49">
              <w:rPr>
                <w:rFonts w:ascii="Arial" w:hAnsi="Arial" w:cs="Arial"/>
                <w:i/>
                <w:iCs/>
              </w:rPr>
              <w:t>SC Zavedení moderních a vysoce účinných způsobů výroby, distribuce a akumulace tepelné energie</w:t>
            </w:r>
          </w:p>
        </w:tc>
      </w:tr>
      <w:tr w:rsidR="00A3056B" w14:paraId="1DDC79C0" w14:textId="77777777" w:rsidTr="00C41229">
        <w:tc>
          <w:tcPr>
            <w:tcW w:w="2265" w:type="dxa"/>
            <w:vMerge/>
          </w:tcPr>
          <w:p w14:paraId="696C0B86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1031228" w14:textId="77777777" w:rsidR="00A3056B" w:rsidRPr="00086E05" w:rsidRDefault="5B8AEA49" w:rsidP="5B8AEA49">
            <w:pPr>
              <w:rPr>
                <w:rFonts w:ascii="Arial" w:hAnsi="Arial" w:cs="Arial"/>
                <w:i/>
                <w:iCs/>
              </w:rPr>
            </w:pPr>
            <w:r w:rsidRPr="5B8AEA49">
              <w:rPr>
                <w:rFonts w:ascii="Arial" w:hAnsi="Arial" w:cs="Arial"/>
                <w:i/>
                <w:iCs/>
              </w:rPr>
              <w:t>SC Modernizace a zefektivnění výroby, přenosu, přepravy, distribuce a akumulace energie</w:t>
            </w:r>
          </w:p>
        </w:tc>
      </w:tr>
      <w:tr w:rsidR="786366E2" w14:paraId="6FBA7F76" w14:textId="77777777" w:rsidTr="00C41229">
        <w:tc>
          <w:tcPr>
            <w:tcW w:w="2265" w:type="dxa"/>
            <w:vMerge w:val="restart"/>
          </w:tcPr>
          <w:p w14:paraId="66C99A3C" w14:textId="4228853F" w:rsidR="786366E2" w:rsidRDefault="786366E2" w:rsidP="786366E2">
            <w:pPr>
              <w:jc w:val="center"/>
              <w:rPr>
                <w:rFonts w:ascii="Arial" w:hAnsi="Arial" w:cs="Arial"/>
                <w:b/>
                <w:bCs/>
              </w:rPr>
            </w:pPr>
            <w:r w:rsidRPr="786366E2">
              <w:rPr>
                <w:rFonts w:ascii="Arial" w:hAnsi="Arial" w:cs="Arial"/>
                <w:b/>
                <w:bCs/>
              </w:rPr>
              <w:t>Sociální začleňování, boj s chudobou a péče o zdraví</w:t>
            </w:r>
          </w:p>
        </w:tc>
        <w:tc>
          <w:tcPr>
            <w:tcW w:w="6797" w:type="dxa"/>
          </w:tcPr>
          <w:p w14:paraId="15E1AC03" w14:textId="69A5FE57" w:rsidR="786366E2" w:rsidRDefault="5B8AEA49" w:rsidP="5B8AEA49">
            <w:pPr>
              <w:rPr>
                <w:rFonts w:ascii="Arial" w:hAnsi="Arial" w:cs="Arial"/>
                <w:i/>
                <w:iCs/>
              </w:rPr>
            </w:pPr>
            <w:r w:rsidRPr="5B8AEA49">
              <w:rPr>
                <w:rFonts w:ascii="Arial" w:hAnsi="Arial" w:cs="Arial"/>
                <w:i/>
                <w:iCs/>
              </w:rPr>
              <w:t>SC Sociální bydlení</w:t>
            </w:r>
          </w:p>
        </w:tc>
      </w:tr>
      <w:tr w:rsidR="5B8AEA49" w14:paraId="7FA88C48" w14:textId="77777777" w:rsidTr="00C41229">
        <w:tc>
          <w:tcPr>
            <w:tcW w:w="2265" w:type="dxa"/>
            <w:vMerge/>
          </w:tcPr>
          <w:p w14:paraId="3C819DE9" w14:textId="77777777" w:rsidR="001F3597" w:rsidRDefault="001F3597"/>
        </w:tc>
        <w:tc>
          <w:tcPr>
            <w:tcW w:w="6797" w:type="dxa"/>
          </w:tcPr>
          <w:p w14:paraId="2AD998C4" w14:textId="2D1E63C6" w:rsidR="5B8AEA49" w:rsidRDefault="5B8AEA49" w:rsidP="5B8AEA49">
            <w:pPr>
              <w:rPr>
                <w:rFonts w:ascii="Arial" w:hAnsi="Arial" w:cs="Arial"/>
                <w:i/>
                <w:iCs/>
              </w:rPr>
            </w:pPr>
            <w:r w:rsidRPr="5B8AEA49">
              <w:rPr>
                <w:rFonts w:ascii="Arial" w:hAnsi="Arial" w:cs="Arial"/>
                <w:i/>
                <w:iCs/>
              </w:rPr>
              <w:t>SC Sociální začleňování</w:t>
            </w:r>
          </w:p>
        </w:tc>
      </w:tr>
      <w:tr w:rsidR="786366E2" w14:paraId="5D406C68" w14:textId="77777777" w:rsidTr="00C41229">
        <w:tc>
          <w:tcPr>
            <w:tcW w:w="2265" w:type="dxa"/>
            <w:vMerge/>
          </w:tcPr>
          <w:p w14:paraId="242F75AA" w14:textId="77777777" w:rsidR="001F3597" w:rsidRDefault="001F3597"/>
        </w:tc>
        <w:tc>
          <w:tcPr>
            <w:tcW w:w="6797" w:type="dxa"/>
          </w:tcPr>
          <w:p w14:paraId="45014F52" w14:textId="42A399FB" w:rsidR="786366E2" w:rsidRDefault="5B8AEA49" w:rsidP="5B8AEA49">
            <w:pPr>
              <w:rPr>
                <w:rFonts w:ascii="Arial" w:hAnsi="Arial" w:cs="Arial"/>
                <w:i/>
                <w:iCs/>
              </w:rPr>
            </w:pPr>
            <w:r w:rsidRPr="5B8AEA49">
              <w:rPr>
                <w:rFonts w:ascii="Arial" w:hAnsi="Arial" w:cs="Arial"/>
                <w:i/>
                <w:iCs/>
              </w:rPr>
              <w:t>SC Klientsky orientované sociální služby</w:t>
            </w:r>
          </w:p>
        </w:tc>
      </w:tr>
      <w:tr w:rsidR="786366E2" w14:paraId="5B54BE63" w14:textId="77777777" w:rsidTr="00C41229">
        <w:tc>
          <w:tcPr>
            <w:tcW w:w="2265" w:type="dxa"/>
            <w:vMerge/>
          </w:tcPr>
          <w:p w14:paraId="1188367F" w14:textId="77777777" w:rsidR="001F3597" w:rsidRDefault="001F3597"/>
        </w:tc>
        <w:tc>
          <w:tcPr>
            <w:tcW w:w="6797" w:type="dxa"/>
          </w:tcPr>
          <w:p w14:paraId="165A3ACE" w14:textId="21B2B019" w:rsidR="786366E2" w:rsidRDefault="5B8AEA49" w:rsidP="5B8AEA49">
            <w:pPr>
              <w:rPr>
                <w:rFonts w:ascii="Arial" w:hAnsi="Arial" w:cs="Arial"/>
                <w:i/>
                <w:iCs/>
              </w:rPr>
            </w:pPr>
            <w:r w:rsidRPr="5B8AEA49">
              <w:rPr>
                <w:rFonts w:ascii="Arial" w:hAnsi="Arial" w:cs="Arial"/>
                <w:i/>
                <w:iCs/>
              </w:rPr>
              <w:t>SC Kvalitní a dostupná zdravotní péče</w:t>
            </w:r>
          </w:p>
        </w:tc>
      </w:tr>
      <w:tr w:rsidR="00A3056B" w14:paraId="2232DA39" w14:textId="77777777" w:rsidTr="00C41229">
        <w:tc>
          <w:tcPr>
            <w:tcW w:w="9062" w:type="dxa"/>
            <w:gridSpan w:val="2"/>
            <w:shd w:val="clear" w:color="auto" w:fill="FBE4D5" w:themeFill="accent2" w:themeFillTint="33"/>
          </w:tcPr>
          <w:p w14:paraId="2E377FE9" w14:textId="687266DC" w:rsidR="00A3056B" w:rsidRPr="00086E05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086E05">
              <w:rPr>
                <w:rFonts w:ascii="Arial" w:hAnsi="Arial" w:cs="Arial"/>
                <w:b/>
              </w:rPr>
              <w:t xml:space="preserve">Nízká </w:t>
            </w:r>
            <w:r w:rsidR="003E02E8">
              <w:rPr>
                <w:rFonts w:ascii="Arial" w:hAnsi="Arial" w:cs="Arial"/>
                <w:b/>
              </w:rPr>
              <w:t>relevance</w:t>
            </w:r>
          </w:p>
        </w:tc>
      </w:tr>
      <w:tr w:rsidR="00A3056B" w14:paraId="19752D23" w14:textId="77777777" w:rsidTr="00C41229">
        <w:tc>
          <w:tcPr>
            <w:tcW w:w="2265" w:type="dxa"/>
          </w:tcPr>
          <w:p w14:paraId="13EA889D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DC632A">
              <w:rPr>
                <w:rFonts w:ascii="Arial" w:hAnsi="Arial" w:cs="Arial"/>
                <w:b/>
              </w:rPr>
              <w:t>Výzkumný a inovační systém</w:t>
            </w:r>
          </w:p>
        </w:tc>
        <w:tc>
          <w:tcPr>
            <w:tcW w:w="6797" w:type="dxa"/>
          </w:tcPr>
          <w:p w14:paraId="2787A296" w14:textId="77777777" w:rsidR="00A3056B" w:rsidRPr="00DC632A" w:rsidRDefault="5B8AEA49" w:rsidP="5B8AEA49">
            <w:pPr>
              <w:rPr>
                <w:rFonts w:ascii="Arial" w:hAnsi="Arial" w:cs="Arial"/>
                <w:i/>
                <w:iCs/>
              </w:rPr>
            </w:pPr>
            <w:r w:rsidRPr="5B8AEA49">
              <w:rPr>
                <w:rFonts w:ascii="Arial" w:hAnsi="Arial" w:cs="Arial"/>
                <w:i/>
                <w:iCs/>
              </w:rPr>
              <w:t>SC Zkvalitnění strategického řízení VaVaI</w:t>
            </w:r>
          </w:p>
        </w:tc>
      </w:tr>
      <w:tr w:rsidR="00A3056B" w14:paraId="58F38804" w14:textId="77777777" w:rsidTr="00C41229">
        <w:tc>
          <w:tcPr>
            <w:tcW w:w="2265" w:type="dxa"/>
            <w:vMerge w:val="restart"/>
          </w:tcPr>
          <w:p w14:paraId="3F51469F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DC632A">
              <w:rPr>
                <w:rFonts w:ascii="Arial" w:hAnsi="Arial" w:cs="Arial"/>
                <w:b/>
              </w:rPr>
              <w:t>Podpora podnikání a průmyslu</w:t>
            </w:r>
          </w:p>
        </w:tc>
        <w:tc>
          <w:tcPr>
            <w:tcW w:w="6797" w:type="dxa"/>
          </w:tcPr>
          <w:p w14:paraId="2C0F105D" w14:textId="77777777" w:rsidR="00A3056B" w:rsidRPr="00DC632A" w:rsidRDefault="00A3056B" w:rsidP="00086E05">
            <w:pPr>
              <w:rPr>
                <w:rFonts w:ascii="Arial" w:hAnsi="Arial" w:cs="Arial"/>
                <w:i/>
              </w:rPr>
            </w:pPr>
            <w:r w:rsidRPr="00DC632A">
              <w:rPr>
                <w:rFonts w:ascii="Arial" w:hAnsi="Arial" w:cs="Arial"/>
                <w:i/>
              </w:rPr>
              <w:t>SC Zlepšení inovační schopnosti MSP</w:t>
            </w:r>
          </w:p>
        </w:tc>
      </w:tr>
      <w:tr w:rsidR="00A3056B" w14:paraId="7AC69C12" w14:textId="77777777" w:rsidTr="00C41229">
        <w:tc>
          <w:tcPr>
            <w:tcW w:w="2265" w:type="dxa"/>
            <w:vMerge/>
          </w:tcPr>
          <w:p w14:paraId="11B5DF31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09401732" w14:textId="77777777" w:rsidR="00A3056B" w:rsidRPr="00DC632A" w:rsidRDefault="00A3056B" w:rsidP="00086E05">
            <w:pPr>
              <w:rPr>
                <w:rFonts w:ascii="Arial" w:hAnsi="Arial" w:cs="Arial"/>
                <w:i/>
              </w:rPr>
            </w:pPr>
            <w:r w:rsidRPr="00DC632A">
              <w:rPr>
                <w:rFonts w:ascii="Arial" w:hAnsi="Arial" w:cs="Arial"/>
                <w:i/>
              </w:rPr>
              <w:t>SC Zvýšení přidané hodnoty výrobků a služeb podniků v produkčním řetězci</w:t>
            </w:r>
          </w:p>
        </w:tc>
      </w:tr>
      <w:tr w:rsidR="00A3056B" w14:paraId="1C82A493" w14:textId="77777777" w:rsidTr="00C41229">
        <w:tc>
          <w:tcPr>
            <w:tcW w:w="2265" w:type="dxa"/>
            <w:vMerge/>
          </w:tcPr>
          <w:p w14:paraId="305E669C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3093431E" w14:textId="77777777" w:rsidR="00A3056B" w:rsidRPr="00DC632A" w:rsidRDefault="00A3056B" w:rsidP="00086E05">
            <w:pPr>
              <w:rPr>
                <w:rFonts w:ascii="Arial" w:hAnsi="Arial" w:cs="Arial"/>
                <w:i/>
              </w:rPr>
            </w:pPr>
            <w:r w:rsidRPr="00DC632A">
              <w:rPr>
                <w:rFonts w:ascii="Arial" w:hAnsi="Arial" w:cs="Arial"/>
                <w:i/>
              </w:rPr>
              <w:t>SC Zavedení principů digitální ekonomiky a průmyslu 4.0 ve firmách</w:t>
            </w:r>
          </w:p>
        </w:tc>
      </w:tr>
      <w:tr w:rsidR="00A3056B" w14:paraId="4762A414" w14:textId="77777777" w:rsidTr="00C41229">
        <w:tc>
          <w:tcPr>
            <w:tcW w:w="2265" w:type="dxa"/>
          </w:tcPr>
          <w:p w14:paraId="5AF06A9A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DC632A">
              <w:rPr>
                <w:rFonts w:ascii="Arial" w:hAnsi="Arial" w:cs="Arial"/>
                <w:b/>
              </w:rPr>
              <w:t>Veřejná správa</w:t>
            </w:r>
            <w:r>
              <w:rPr>
                <w:rFonts w:ascii="Arial" w:hAnsi="Arial" w:cs="Arial"/>
                <w:b/>
              </w:rPr>
              <w:t xml:space="preserve"> a </w:t>
            </w:r>
            <w:r>
              <w:rPr>
                <w:rFonts w:ascii="Arial" w:hAnsi="Arial" w:cs="Arial"/>
                <w:b/>
              </w:rPr>
              <w:lastRenderedPageBreak/>
              <w:t>bezpečnost</w:t>
            </w:r>
          </w:p>
        </w:tc>
        <w:tc>
          <w:tcPr>
            <w:tcW w:w="6797" w:type="dxa"/>
          </w:tcPr>
          <w:p w14:paraId="54366F8F" w14:textId="77777777" w:rsidR="00A3056B" w:rsidRPr="00DC632A" w:rsidRDefault="5B8AEA49" w:rsidP="5B8AEA49">
            <w:pPr>
              <w:rPr>
                <w:rFonts w:ascii="Arial" w:hAnsi="Arial" w:cs="Arial"/>
                <w:i/>
                <w:iCs/>
              </w:rPr>
            </w:pPr>
            <w:r w:rsidRPr="5B8AEA49">
              <w:rPr>
                <w:rFonts w:ascii="Arial" w:hAnsi="Arial" w:cs="Arial"/>
                <w:i/>
                <w:iCs/>
              </w:rPr>
              <w:lastRenderedPageBreak/>
              <w:t>SC Zefektivnění veřejné správy pro poskytování kvalitních služeb</w:t>
            </w:r>
          </w:p>
        </w:tc>
      </w:tr>
      <w:tr w:rsidR="00A3056B" w14:paraId="697CEAB0" w14:textId="77777777" w:rsidTr="00C41229">
        <w:tc>
          <w:tcPr>
            <w:tcW w:w="2265" w:type="dxa"/>
            <w:vMerge w:val="restart"/>
          </w:tcPr>
          <w:p w14:paraId="2E3D7905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DC632A">
              <w:rPr>
                <w:rFonts w:ascii="Arial" w:hAnsi="Arial" w:cs="Arial"/>
                <w:b/>
              </w:rPr>
              <w:t>Trh práce a zaměstnanost</w:t>
            </w:r>
          </w:p>
        </w:tc>
        <w:tc>
          <w:tcPr>
            <w:tcW w:w="6797" w:type="dxa"/>
          </w:tcPr>
          <w:p w14:paraId="075881EC" w14:textId="77777777" w:rsidR="00A3056B" w:rsidRPr="00DC632A" w:rsidRDefault="5B8AEA49" w:rsidP="5B8AEA49">
            <w:pPr>
              <w:rPr>
                <w:rFonts w:ascii="Arial" w:hAnsi="Arial" w:cs="Arial"/>
                <w:i/>
                <w:iCs/>
              </w:rPr>
            </w:pPr>
            <w:r w:rsidRPr="5B8AEA49">
              <w:rPr>
                <w:rFonts w:ascii="Arial" w:hAnsi="Arial" w:cs="Arial"/>
                <w:i/>
                <w:iCs/>
              </w:rPr>
              <w:t>SC Zvýšení účasti znevýhodněných skupin na trhu práce</w:t>
            </w:r>
          </w:p>
        </w:tc>
      </w:tr>
      <w:tr w:rsidR="00C41229" w14:paraId="43375946" w14:textId="77777777" w:rsidTr="00C41229">
        <w:tc>
          <w:tcPr>
            <w:tcW w:w="2265" w:type="dxa"/>
            <w:vMerge/>
          </w:tcPr>
          <w:p w14:paraId="7844455D" w14:textId="77777777" w:rsidR="00C41229" w:rsidRPr="00DC632A" w:rsidRDefault="00C41229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6E260269" w14:textId="5432C7A1" w:rsidR="00C41229" w:rsidRPr="00DC632A" w:rsidRDefault="00C41229" w:rsidP="5B8AEA49">
            <w:pPr>
              <w:rPr>
                <w:rFonts w:ascii="Arial" w:hAnsi="Arial" w:cs="Arial"/>
                <w:i/>
                <w:iCs/>
              </w:rPr>
            </w:pPr>
            <w:r w:rsidRPr="5B8AEA49">
              <w:rPr>
                <w:rFonts w:ascii="Arial" w:hAnsi="Arial" w:cs="Arial"/>
                <w:i/>
                <w:iCs/>
              </w:rPr>
              <w:t>SC Zlepšení vzdělávacího systému s ohledem na moderní kompetence a potřeby trhu práce, mimo jiné s ohledem na digitalizaci průmyslu a společnosti</w:t>
            </w:r>
          </w:p>
        </w:tc>
      </w:tr>
      <w:tr w:rsidR="00C41229" w14:paraId="20AFEE8F" w14:textId="77777777" w:rsidTr="00C41229">
        <w:tc>
          <w:tcPr>
            <w:tcW w:w="2265" w:type="dxa"/>
            <w:vMerge/>
          </w:tcPr>
          <w:p w14:paraId="3D68B842" w14:textId="77777777" w:rsidR="00C41229" w:rsidRPr="00DC632A" w:rsidRDefault="00C41229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571900B" w14:textId="77777777" w:rsidR="00C41229" w:rsidRPr="00DC632A" w:rsidRDefault="00C41229" w:rsidP="5B8AEA49">
            <w:pPr>
              <w:rPr>
                <w:rFonts w:ascii="Arial" w:hAnsi="Arial" w:cs="Arial"/>
                <w:i/>
                <w:iCs/>
              </w:rPr>
            </w:pPr>
            <w:r w:rsidRPr="5B8AEA49">
              <w:rPr>
                <w:rFonts w:ascii="Arial" w:hAnsi="Arial" w:cs="Arial"/>
                <w:i/>
                <w:iCs/>
              </w:rPr>
              <w:t>SC Zlepšení vzdělávacího systému s ohledem na moderní kompetence a potřeby trhu práce, mimo jiné s ohledem na digitalizaci průmyslu a společnosti</w:t>
            </w:r>
          </w:p>
        </w:tc>
      </w:tr>
    </w:tbl>
    <w:p w14:paraId="6D47C5F2" w14:textId="77777777" w:rsidR="00A3056B" w:rsidRDefault="00A3056B" w:rsidP="00EB4688">
      <w:pPr>
        <w:rPr>
          <w:b/>
        </w:rPr>
      </w:pPr>
    </w:p>
    <w:p w14:paraId="7581BB30" w14:textId="77777777" w:rsidR="00A3056B" w:rsidRDefault="00A3056B"/>
    <w:p w14:paraId="0CF71E65" w14:textId="77777777" w:rsidR="00A3056B" w:rsidRDefault="00A3056B" w:rsidP="00A3056B">
      <w:pPr>
        <w:jc w:val="both"/>
      </w:pPr>
    </w:p>
    <w:sectPr w:rsidR="00A3056B" w:rsidSect="00A3056B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A9D02" w14:textId="77777777" w:rsidR="00ED5476" w:rsidRDefault="00ED5476" w:rsidP="007C4CE9">
      <w:pPr>
        <w:spacing w:after="0" w:line="240" w:lineRule="auto"/>
      </w:pPr>
      <w:r>
        <w:separator/>
      </w:r>
    </w:p>
  </w:endnote>
  <w:endnote w:type="continuationSeparator" w:id="0">
    <w:p w14:paraId="3BA63689" w14:textId="77777777" w:rsidR="00ED5476" w:rsidRDefault="00ED5476" w:rsidP="007C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FAEA" w14:textId="77777777" w:rsidR="00D32240" w:rsidRDefault="00D322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13AD2" w14:textId="77777777" w:rsidR="00D32240" w:rsidRDefault="00D322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BA3E6" w14:textId="77777777" w:rsidR="00D32240" w:rsidRDefault="00D322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2029C" w14:textId="77777777" w:rsidR="00ED5476" w:rsidRDefault="00ED5476" w:rsidP="007C4CE9">
      <w:pPr>
        <w:spacing w:after="0" w:line="240" w:lineRule="auto"/>
      </w:pPr>
      <w:r>
        <w:separator/>
      </w:r>
    </w:p>
  </w:footnote>
  <w:footnote w:type="continuationSeparator" w:id="0">
    <w:p w14:paraId="272B03B9" w14:textId="77777777" w:rsidR="00ED5476" w:rsidRDefault="00ED5476" w:rsidP="007C4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3D88E" w14:textId="77777777" w:rsidR="00D32240" w:rsidRDefault="00D322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5FE7C" w14:textId="77777777" w:rsidR="00C450AC" w:rsidRDefault="00C450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5A82CB12" wp14:editId="66B56AB2">
          <wp:simplePos x="0" y="0"/>
          <wp:positionH relativeFrom="column">
            <wp:posOffset>-563245</wp:posOffset>
          </wp:positionH>
          <wp:positionV relativeFrom="paragraph">
            <wp:posOffset>-43180</wp:posOffset>
          </wp:positionV>
          <wp:extent cx="7009130" cy="9914255"/>
          <wp:effectExtent l="0" t="0" r="1270" b="0"/>
          <wp:wrapNone/>
          <wp:docPr id="6" name="Obrázek 6" descr="G:\titulka12b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titulka12b-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130" cy="991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44D75" w14:textId="77777777" w:rsidR="00D32240" w:rsidRDefault="00D3224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4B8CB" w14:textId="77777777" w:rsidR="00C450AC" w:rsidRPr="00D32240" w:rsidRDefault="00C450AC" w:rsidP="00D322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A37"/>
    <w:multiLevelType w:val="multilevel"/>
    <w:tmpl w:val="6FA8DD4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2060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A944F79"/>
    <w:multiLevelType w:val="hybridMultilevel"/>
    <w:tmpl w:val="513243E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02659A"/>
    <w:multiLevelType w:val="hybridMultilevel"/>
    <w:tmpl w:val="E288F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362F5"/>
    <w:multiLevelType w:val="hybridMultilevel"/>
    <w:tmpl w:val="335EF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B32A3"/>
    <w:multiLevelType w:val="hybridMultilevel"/>
    <w:tmpl w:val="CD5E4D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954FB2"/>
    <w:multiLevelType w:val="hybridMultilevel"/>
    <w:tmpl w:val="671E5C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AE"/>
    <w:rsid w:val="000C7CA1"/>
    <w:rsid w:val="00177586"/>
    <w:rsid w:val="001A6FD7"/>
    <w:rsid w:val="001F3597"/>
    <w:rsid w:val="003008D1"/>
    <w:rsid w:val="003E02E8"/>
    <w:rsid w:val="00543CC5"/>
    <w:rsid w:val="00577EB1"/>
    <w:rsid w:val="005A7536"/>
    <w:rsid w:val="006A0279"/>
    <w:rsid w:val="006D16AB"/>
    <w:rsid w:val="00712FAE"/>
    <w:rsid w:val="00754FA8"/>
    <w:rsid w:val="007C4CE9"/>
    <w:rsid w:val="00813840"/>
    <w:rsid w:val="008876FE"/>
    <w:rsid w:val="008B34AB"/>
    <w:rsid w:val="008C1BB5"/>
    <w:rsid w:val="00950770"/>
    <w:rsid w:val="00980FAA"/>
    <w:rsid w:val="00A3056B"/>
    <w:rsid w:val="00A32044"/>
    <w:rsid w:val="00AC6B5A"/>
    <w:rsid w:val="00B974E0"/>
    <w:rsid w:val="00C35ADC"/>
    <w:rsid w:val="00C41229"/>
    <w:rsid w:val="00C450AC"/>
    <w:rsid w:val="00CA17B5"/>
    <w:rsid w:val="00D32240"/>
    <w:rsid w:val="00D767C3"/>
    <w:rsid w:val="00DF589D"/>
    <w:rsid w:val="00EA47C1"/>
    <w:rsid w:val="00ED5476"/>
    <w:rsid w:val="00F45CD8"/>
    <w:rsid w:val="00F8098F"/>
    <w:rsid w:val="180691A3"/>
    <w:rsid w:val="5B8AEA49"/>
    <w:rsid w:val="7863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22D490"/>
  <w15:docId w15:val="{4CFBC58F-2E1F-4CED-B997-654B0119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4CE9"/>
  </w:style>
  <w:style w:type="paragraph" w:styleId="Zpat">
    <w:name w:val="footer"/>
    <w:basedOn w:val="Normln"/>
    <w:link w:val="Zpat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4CE9"/>
  </w:style>
  <w:style w:type="paragraph" w:styleId="Textbubliny">
    <w:name w:val="Balloon Text"/>
    <w:basedOn w:val="Normln"/>
    <w:link w:val="TextbublinyChar"/>
    <w:uiPriority w:val="99"/>
    <w:semiHidden/>
    <w:unhideWhenUsed/>
    <w:rsid w:val="0098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FA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1BB5"/>
    <w:pPr>
      <w:ind w:left="720"/>
      <w:contextualSpacing/>
    </w:pPr>
  </w:style>
  <w:style w:type="table" w:styleId="Mkatabulky">
    <w:name w:val="Table Grid"/>
    <w:basedOn w:val="Normlntabulka"/>
    <w:uiPriority w:val="39"/>
    <w:rsid w:val="00C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95077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50770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data\sablony\NOK%20Tituln&#237;%20strana%20dokument&#36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5F2C64CE144BA0BF2D846CF1F0C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FF1F9-DA40-4449-AF26-EFBCDE0B9885}"/>
      </w:docPartPr>
      <w:docPartBody>
        <w:p w:rsidR="00854D7C" w:rsidRDefault="00474524" w:rsidP="00474524">
          <w:pPr>
            <w:pStyle w:val="A95F2C64CE144BA0BF2D846CF1F0C98A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[Název dokumentu]</w:t>
          </w:r>
        </w:p>
      </w:docPartBody>
    </w:docPart>
    <w:docPart>
      <w:docPartPr>
        <w:name w:val="C5BEAF161C804C2F9DE7C3FFBDE06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A58A4-AB95-42FA-AC8E-9CD5A0AF779E}"/>
      </w:docPartPr>
      <w:docPartBody>
        <w:p w:rsidR="00854D7C" w:rsidRDefault="00474524" w:rsidP="00474524">
          <w:pPr>
            <w:pStyle w:val="C5BEAF161C804C2F9DE7C3FFBDE06A45"/>
          </w:pPr>
          <w:r>
            <w:rPr>
              <w:color w:val="2E74B5" w:themeColor="accent1" w:themeShade="BF"/>
              <w:sz w:val="24"/>
              <w:szCs w:val="24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4"/>
    <w:rsid w:val="00474524"/>
    <w:rsid w:val="0085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95F2C64CE144BA0BF2D846CF1F0C98A">
    <w:name w:val="A95F2C64CE144BA0BF2D846CF1F0C98A"/>
    <w:rsid w:val="00474524"/>
  </w:style>
  <w:style w:type="paragraph" w:customStyle="1" w:styleId="C5BEAF161C804C2F9DE7C3FFBDE06A45">
    <w:name w:val="C5BEAF161C804C2F9DE7C3FFBDE06A45"/>
    <w:rsid w:val="00474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dcb9bc-8d52-4d3e-a595-09c2d5420a48">MMR22-929250655-91</_dlc_DocId>
    <_dlc_DocIdUrl xmlns="a5dcb9bc-8d52-4d3e-a595-09c2d5420a48">
      <Url>https://mmrcz.sharepoint.com/sites/22/224/_layouts/15/DocIdRedir.aspx?ID=MMR22-929250655-91</Url>
      <Description>MMR22-929250655-91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5F4FF732F663438DC7BBDE7D2A92A5" ma:contentTypeVersion="4" ma:contentTypeDescription="Vytvoří nový dokument" ma:contentTypeScope="" ma:versionID="a53418b6f6e518d13d38ca70e2ccc597">
  <xsd:schema xmlns:xsd="http://www.w3.org/2001/XMLSchema" xmlns:xs="http://www.w3.org/2001/XMLSchema" xmlns:p="http://schemas.microsoft.com/office/2006/metadata/properties" xmlns:ns2="a5dcb9bc-8d52-4d3e-a595-09c2d5420a48" xmlns:ns3="c21e7edb-b367-4ac7-a92d-02aa336f11bf" targetNamespace="http://schemas.microsoft.com/office/2006/metadata/properties" ma:root="true" ma:fieldsID="4a6f632d16916570da4a7416b5919e9d" ns2:_="" ns3:_="">
    <xsd:import namespace="a5dcb9bc-8d52-4d3e-a595-09c2d5420a48"/>
    <xsd:import namespace="c21e7edb-b367-4ac7-a92d-02aa336f11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cb9bc-8d52-4d3e-a595-09c2d5420a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12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13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e7edb-b367-4ac7-a92d-02aa336f11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26496-2806-477D-9139-D2BCF01425F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7A9737-EA54-437C-95EF-04E69D4264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EBDA31-3BAE-4B17-938E-B3732B824C64}">
  <ds:schemaRefs>
    <ds:schemaRef ds:uri="http://purl.org/dc/elements/1.1/"/>
    <ds:schemaRef ds:uri="http://schemas.microsoft.com/office/2006/metadata/properties"/>
    <ds:schemaRef ds:uri="http://purl.org/dc/terms/"/>
    <ds:schemaRef ds:uri="a5dcb9bc-8d52-4d3e-a595-09c2d5420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21e7edb-b367-4ac7-a92d-02aa336f11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AF373B4-6EC9-49EC-B6DE-D3B464FBB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dcb9bc-8d52-4d3e-a595-09c2d5420a48"/>
    <ds:schemaRef ds:uri="c21e7edb-b367-4ac7-a92d-02aa336f1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F1C752E-FB26-4922-8752-106B04DD1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NOK Titulní strana dokumentů</Template>
  <TotalTime>1</TotalTime>
  <Pages>4</Pages>
  <Words>914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Národní koncepce realizace politiky soudržnosti v ČR po roce 2020 -</vt:lpstr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Národní koncepce realizace politiky soudržnosti v ČR po roce 2020 -</dc:title>
  <dc:subject>Příloha č. 3                                      Vazba specifických cílů NKR k průřezovým tématům</dc:subject>
  <dc:creator>Krouzová  Lenka Kristýna</dc:creator>
  <cp:lastModifiedBy>Valenta Petr</cp:lastModifiedBy>
  <cp:revision>3</cp:revision>
  <dcterms:created xsi:type="dcterms:W3CDTF">2019-07-12T11:10:00Z</dcterms:created>
  <dcterms:modified xsi:type="dcterms:W3CDTF">2019-07-12T11:10:00Z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0x010100745F4FF732F663438DC7BBDE7D2A92A5</vt:lpwstr>
  </property>
  <property fmtid="{D5CDD505-2E9C-101B-9397-08002B2CF9AE}" pid="3" name="_dlc_DocIdItemGuid">
    <vt:lpwstr>5f07355e-7f6b-476e-a453-13f3cd7e1612</vt:lpwstr>
  </property>
  <property fmtid="{D5CDD505-2E9C-101B-9397-08002B2CF9AE}" pid="4" name="Order">
    <vt:r8>6300</vt:r8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_CopySource">
    <vt:lpwstr>https://mmrcz.sharepoint.com/sites/22/224/Sdilene dokumenty/Příloha NKR č. 3_Vazba specifických cílů NKR k průřezovým tématům.docx</vt:lpwstr>
  </property>
</Properties>
</file>